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760" w:rsidRDefault="00C01760" w:rsidP="001D0FD2">
      <w:pPr>
        <w:spacing w:after="0" w:line="240" w:lineRule="auto"/>
        <w:ind w:firstLine="720"/>
        <w:jc w:val="center"/>
        <w:rPr>
          <w:rFonts w:ascii="Century Schoolbook" w:hAnsi="Century Schoolbook"/>
          <w:b/>
          <w:bCs/>
          <w:i/>
          <w:iCs/>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9pt;margin-top:-2.1pt;width:108pt;height:44.55pt;z-index:-251606528" wrapcoords="10050 0 5850 1464 5250 2197 5250 8786 8100 11715 4650 12447 -150 15010 -150 17573 450 17573 21600 17573 21600 13180 10800 11715 15000 11715 17100 9519 17250 2563 16650 1464 13950 0 10050 0">
            <v:imagedata r:id="rId7" o:title=""/>
            <w10:wrap type="tight"/>
          </v:shape>
        </w:pict>
      </w:r>
    </w:p>
    <w:p w:rsidR="00C01760" w:rsidRDefault="00C01760" w:rsidP="001D0FD2">
      <w:pPr>
        <w:spacing w:after="0" w:line="240" w:lineRule="auto"/>
        <w:ind w:firstLine="720"/>
        <w:jc w:val="center"/>
        <w:rPr>
          <w:rFonts w:ascii="Century Schoolbook" w:hAnsi="Century Schoolbook"/>
          <w:b/>
          <w:bCs/>
          <w:i/>
          <w:iCs/>
          <w:color w:val="000000"/>
        </w:rPr>
      </w:pPr>
    </w:p>
    <w:p w:rsidR="00C01760" w:rsidRDefault="00C01760" w:rsidP="001D0FD2">
      <w:pPr>
        <w:spacing w:after="0" w:line="240" w:lineRule="auto"/>
        <w:ind w:firstLine="720"/>
        <w:jc w:val="center"/>
        <w:rPr>
          <w:rFonts w:ascii="Century Schoolbook" w:hAnsi="Century Schoolbook"/>
          <w:b/>
          <w:bCs/>
          <w:i/>
          <w:iCs/>
          <w:color w:val="000000"/>
        </w:rPr>
      </w:pPr>
    </w:p>
    <w:p w:rsidR="00C01760" w:rsidRDefault="00C01760" w:rsidP="001D0FD2">
      <w:pPr>
        <w:spacing w:after="0" w:line="240" w:lineRule="auto"/>
        <w:ind w:firstLine="720"/>
        <w:jc w:val="center"/>
        <w:rPr>
          <w:rFonts w:ascii="Century Schoolbook" w:hAnsi="Century Schoolbook"/>
          <w:b/>
          <w:bCs/>
          <w:i/>
          <w:iCs/>
          <w:color w:val="000000"/>
        </w:rPr>
      </w:pPr>
    </w:p>
    <w:p w:rsidR="00C01760" w:rsidRPr="00F406D2" w:rsidRDefault="00C01760" w:rsidP="001D0FD2">
      <w:pPr>
        <w:spacing w:after="0" w:line="240" w:lineRule="auto"/>
        <w:ind w:firstLine="720"/>
        <w:jc w:val="center"/>
        <w:rPr>
          <w:rFonts w:ascii="Century Schoolbook" w:hAnsi="Century Schoolbook"/>
          <w:b/>
          <w:bCs/>
          <w:i/>
          <w:sz w:val="28"/>
          <w:szCs w:val="28"/>
        </w:rPr>
      </w:pPr>
      <w:r w:rsidRPr="00F406D2">
        <w:rPr>
          <w:rFonts w:ascii="Century Schoolbook" w:hAnsi="Century Schoolbook"/>
          <w:b/>
          <w:bCs/>
          <w:i/>
          <w:iCs/>
          <w:color w:val="000000"/>
          <w:sz w:val="28"/>
          <w:szCs w:val="28"/>
        </w:rPr>
        <w:t>Improving Compliance with the Indian Child Welfare Act Discussion Guide</w:t>
      </w:r>
    </w:p>
    <w:p w:rsidR="00C01760" w:rsidRDefault="00C01760" w:rsidP="001D0FD2">
      <w:pPr>
        <w:spacing w:after="0" w:line="240" w:lineRule="auto"/>
        <w:ind w:firstLine="720"/>
        <w:jc w:val="center"/>
        <w:rPr>
          <w:rFonts w:ascii="Century Schoolbook" w:hAnsi="Century Schoolbook"/>
          <w:b/>
          <w:i/>
        </w:rPr>
      </w:pPr>
    </w:p>
    <w:p w:rsidR="00C01760" w:rsidRDefault="00C01760" w:rsidP="00444E9A">
      <w:pPr>
        <w:spacing w:line="300" w:lineRule="exact"/>
        <w:ind w:firstLine="720"/>
        <w:jc w:val="both"/>
        <w:rPr>
          <w:rFonts w:ascii="Century Schoolbook" w:hAnsi="Century Schoolbook"/>
          <w:bCs/>
        </w:rPr>
      </w:pPr>
      <w:r>
        <w:rPr>
          <w:rFonts w:ascii="Century Schoolbook" w:hAnsi="Century Schoolbook"/>
          <w:bCs/>
        </w:rPr>
        <w:t xml:space="preserve">This tool, </w:t>
      </w:r>
      <w:r w:rsidRPr="002747AF">
        <w:rPr>
          <w:rFonts w:ascii="Century Schoolbook" w:hAnsi="Century Schoolbook"/>
        </w:rPr>
        <w:t>adapted from the California American Indian Enhancement Project’s (CAIEP) “Implementation Toolkit</w:t>
      </w:r>
      <w:r>
        <w:rPr>
          <w:rFonts w:ascii="Century Schoolbook" w:hAnsi="Century Schoolbook"/>
        </w:rPr>
        <w:t>,</w:t>
      </w:r>
      <w:r w:rsidRPr="002747AF">
        <w:rPr>
          <w:rFonts w:ascii="Century Schoolbook" w:hAnsi="Century Schoolbook"/>
        </w:rPr>
        <w:t>”</w:t>
      </w:r>
      <w:r w:rsidRPr="002747AF">
        <w:rPr>
          <w:rStyle w:val="FootnoteReference"/>
          <w:rFonts w:ascii="Century Schoolbook" w:hAnsi="Century Schoolbook" w:cs="Arial"/>
        </w:rPr>
        <w:footnoteReference w:id="1"/>
      </w:r>
      <w:r w:rsidRPr="002747AF">
        <w:rPr>
          <w:rFonts w:ascii="Century Schoolbook" w:hAnsi="Century Schoolbook"/>
        </w:rPr>
        <w:t xml:space="preserve"> </w:t>
      </w:r>
      <w:r>
        <w:rPr>
          <w:rFonts w:ascii="Century Schoolbook" w:hAnsi="Century Schoolbook"/>
          <w:bCs/>
        </w:rPr>
        <w:t xml:space="preserve">is designed to generate discussion among members of a judicially-led collaborative about current practices, including challenges and successes in complying with ICWA.   Judges should set meetings with child welfare stakeholders and tribal partners, if any have been identified, to discuss efforts at collaboration, training and resources, and court practice.  This initial step will help identify priority areas for improvement that can be targeted in an action plan designed to improve ICWA compliance.  </w:t>
      </w:r>
    </w:p>
    <w:p w:rsidR="00C01760" w:rsidRPr="0076387F" w:rsidRDefault="00C01760" w:rsidP="00457DC6">
      <w:pPr>
        <w:spacing w:line="300" w:lineRule="exact"/>
        <w:ind w:firstLine="720"/>
        <w:jc w:val="both"/>
        <w:rPr>
          <w:b/>
          <w:bCs/>
          <w:i/>
        </w:rPr>
      </w:pPr>
    </w:p>
    <w:p w:rsidR="00C01760" w:rsidRPr="001D0FD2" w:rsidRDefault="00C01760" w:rsidP="002F0EB5">
      <w:pPr>
        <w:spacing w:after="0" w:line="240" w:lineRule="auto"/>
        <w:ind w:firstLine="720"/>
        <w:jc w:val="both"/>
        <w:rPr>
          <w:rFonts w:ascii="Century Schoolbook" w:hAnsi="Century Schoolbook"/>
          <w:bCs/>
        </w:rPr>
      </w:pPr>
    </w:p>
    <w:p w:rsidR="00C01760" w:rsidRDefault="00C01760" w:rsidP="00FE58A1">
      <w:pPr>
        <w:jc w:val="center"/>
        <w:rPr>
          <w:rFonts w:ascii="Century Schoolbook" w:hAnsi="Century Schoolbook"/>
          <w:b/>
          <w:color w:val="1F497D"/>
        </w:rPr>
      </w:pPr>
    </w:p>
    <w:p w:rsidR="00C01760" w:rsidRDefault="00C01760" w:rsidP="00FE58A1">
      <w:pPr>
        <w:jc w:val="center"/>
        <w:rPr>
          <w:rFonts w:ascii="Century Schoolbook" w:hAnsi="Century Schoolbook"/>
          <w:b/>
          <w:color w:val="1F497D"/>
        </w:rPr>
      </w:pPr>
    </w:p>
    <w:p w:rsidR="00C01760" w:rsidRPr="001D0FD2" w:rsidRDefault="00C01760" w:rsidP="00FE58A1">
      <w:pPr>
        <w:jc w:val="center"/>
        <w:rPr>
          <w:rFonts w:ascii="Century Schoolbook" w:hAnsi="Century Schoolbook"/>
          <w:b/>
          <w:color w:val="1F497D"/>
        </w:rPr>
        <w:sectPr w:rsidR="00C01760" w:rsidRPr="001D0FD2" w:rsidSect="00860BF1">
          <w:headerReference w:type="default" r:id="rId8"/>
          <w:footerReference w:type="default" r:id="rId9"/>
          <w:pgSz w:w="12240" w:h="15840"/>
          <w:pgMar w:top="806" w:right="1008" w:bottom="1440" w:left="1008" w:header="720" w:footer="720" w:gutter="0"/>
          <w:pgBorders w:offsetFrom="page">
            <w:top w:val="threeDEmboss" w:sz="24" w:space="24" w:color="800000"/>
          </w:pgBorders>
          <w:cols w:space="720"/>
          <w:titlePg/>
          <w:docGrid w:linePitch="360"/>
        </w:sectPr>
      </w:pPr>
    </w:p>
    <w:p w:rsidR="00C01760" w:rsidRPr="001D0FD2" w:rsidRDefault="00C01760" w:rsidP="00FE58A1">
      <w:pPr>
        <w:jc w:val="center"/>
        <w:rPr>
          <w:rFonts w:ascii="Century Schoolbook" w:hAnsi="Century Schoolbook"/>
          <w:b/>
          <w:color w:val="1F497D"/>
        </w:rPr>
      </w:pPr>
      <w:r w:rsidRPr="001D0FD2">
        <w:rPr>
          <w:rFonts w:ascii="Century Schoolbook" w:hAnsi="Century Schoolbook"/>
          <w:b/>
          <w:color w:val="1F497D"/>
        </w:rPr>
        <w:t>Meaningful and Ongoing Collaboration</w:t>
      </w:r>
    </w:p>
    <w:p w:rsidR="00C01760" w:rsidRPr="001D0FD2" w:rsidRDefault="00C01760" w:rsidP="00335D5D">
      <w:pPr>
        <w:spacing w:after="0" w:line="240" w:lineRule="auto"/>
        <w:jc w:val="center"/>
        <w:rPr>
          <w:rFonts w:ascii="Century Schoolbook" w:hAnsi="Century Schoolbook"/>
          <w:b/>
        </w:rPr>
      </w:pPr>
      <w:r w:rsidRPr="001D0FD2">
        <w:rPr>
          <w:rFonts w:ascii="Century Schoolbook" w:hAnsi="Century Schoolbook"/>
          <w:b/>
          <w:u w:val="single"/>
        </w:rPr>
        <w:t>Discussion Question</w:t>
      </w:r>
      <w:r w:rsidRPr="001D0FD2">
        <w:rPr>
          <w:rFonts w:ascii="Century Schoolbook" w:hAnsi="Century Schoolbook"/>
        </w:rPr>
        <w:tab/>
      </w:r>
      <w:r w:rsidRPr="001D0FD2">
        <w:rPr>
          <w:rFonts w:ascii="Century Schoolbook" w:hAnsi="Century Schoolbook"/>
        </w:rPr>
        <w:tab/>
      </w:r>
      <w:r w:rsidRPr="001D0FD2">
        <w:rPr>
          <w:rFonts w:ascii="Century Schoolbook" w:hAnsi="Century Schoolbook"/>
          <w:b/>
        </w:rPr>
        <w:t xml:space="preserve">                </w:t>
      </w:r>
      <w:r w:rsidRPr="001D0FD2">
        <w:rPr>
          <w:rFonts w:ascii="Century Schoolbook" w:hAnsi="Century Schoolbook"/>
          <w:b/>
          <w:u w:val="single"/>
        </w:rPr>
        <w:t xml:space="preserve">Response </w:t>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Pr>
          <w:rFonts w:ascii="Century Schoolbook" w:hAnsi="Century Schoolbook"/>
          <w:b/>
        </w:rPr>
        <w:t xml:space="preserve">        </w:t>
      </w:r>
      <w:r w:rsidRPr="001D0FD2">
        <w:rPr>
          <w:rFonts w:ascii="Century Schoolbook" w:hAnsi="Century Schoolbook"/>
          <w:b/>
          <w:u w:val="single"/>
        </w:rPr>
        <w:t>Priority</w:t>
      </w:r>
    </w:p>
    <w:p w:rsidR="00C01760" w:rsidRPr="001D0FD2" w:rsidRDefault="00C01760" w:rsidP="00FE58A1">
      <w:pPr>
        <w:spacing w:after="0" w:line="240" w:lineRule="auto"/>
        <w:ind w:left="2160" w:firstLine="720"/>
        <w:rPr>
          <w:rFonts w:ascii="Century Schoolbook" w:hAnsi="Century Schoolbook"/>
          <w:i/>
        </w:rPr>
      </w:pPr>
      <w:r w:rsidRPr="001D0FD2">
        <w:rPr>
          <w:rFonts w:ascii="Century Schoolbook" w:hAnsi="Century Schoolbook"/>
          <w:i/>
        </w:rPr>
        <w:t xml:space="preserve">          (to include discussion of strengths &amp; challenges)</w:t>
      </w:r>
    </w:p>
    <w:p w:rsidR="00C01760" w:rsidRPr="001D0FD2" w:rsidRDefault="00C01760" w:rsidP="00FE58A1">
      <w:pPr>
        <w:rPr>
          <w:rFonts w:ascii="Century Schoolbook" w:hAnsi="Century Schoolbook"/>
        </w:rPr>
      </w:pPr>
      <w:r>
        <w:rPr>
          <w:noProof/>
        </w:rPr>
        <w:pict>
          <v:roundrect id="Rounded Rectangle 1" o:spid="_x0000_s1027" style="position:absolute;margin-left:135pt;margin-top:11.35pt;width:331.2pt;height:111.75pt;z-index:-251712000;visibility:visible;v-text-anchor:middle" arcsize="10923f" wrapcoords="831 -145 586 0 -98 1740 -98 18846 195 20730 733 21600 782 21600 20769 21600 20818 21600 21356 20730 21698 18701 21649 1740 20965 0 20720 -145 831 -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" strokecolor="#4f81bd" strokeweight="2pt">
            <w10:wrap type="tight"/>
          </v:roundrect>
        </w:pict>
      </w:r>
    </w:p>
    <w:p w:rsidR="00C01760" w:rsidRPr="001D0FD2" w:rsidRDefault="00C01760" w:rsidP="00FE58A1">
      <w:pPr>
        <w:rPr>
          <w:rFonts w:ascii="Century Schoolbook" w:hAnsi="Century Schoolbook"/>
        </w:rPr>
      </w:pPr>
      <w:r>
        <w:rPr>
          <w:noProof/>
        </w:rPr>
        <w:pict>
          <v:rect id="Rectangle 5" o:spid="_x0000_s1028" style="position:absolute;margin-left:2.15pt;margin-top:22.15pt;width:18.75pt;height:16.5pt;z-index:251608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" strokecolor="#f99d41" strokeweight="2pt"/>
        </w:pict>
      </w:r>
      <w:r>
        <w:rPr>
          <w:noProof/>
        </w:rPr>
        <w:pict>
          <v:rect id="Rectangle 10" o:spid="_x0000_s1029" style="position:absolute;margin-left:345.45pt;margin-top:17.05pt;width:19.5pt;height:16.5pt;z-index:2516136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" strokecolor="#f99d41" strokeweight="2pt"/>
        </w:pict>
      </w:r>
      <w:r>
        <w:rPr>
          <w:noProof/>
        </w:rPr>
        <w:pict>
          <v:rect id="Rectangle 386" o:spid="_x0000_s1030" style="position:absolute;margin-left:-18.9pt;margin-top:88.45pt;width:135.75pt;height:57.75pt;z-index:-251713024;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" o:allowincell="f" strokecolor="#c00000" strokeweight="2pt">
            <v:textbox style="mso-next-textbox:#Rectangle 386" inset=",0,0,0">
              <w:txbxContent>
                <w:p w:rsidR="00C01760" w:rsidRPr="005D798F" w:rsidRDefault="00C01760" w:rsidP="00FE58A1">
                  <w:pPr>
                    <w:rPr>
                      <w:sz w:val="20"/>
                      <w:szCs w:val="20"/>
                    </w:rPr>
                  </w:pPr>
                  <w:r>
                    <w:rPr>
                      <w:sz w:val="20"/>
                      <w:szCs w:val="20"/>
                    </w:rPr>
                    <w:t xml:space="preserve">Has a contact person (e.g., ICWA designated agent) been identified for </w:t>
                  </w:r>
                  <w:r>
                    <w:rPr>
                      <w:i/>
                      <w:sz w:val="20"/>
                      <w:szCs w:val="20"/>
                    </w:rPr>
                    <w:t xml:space="preserve">each </w:t>
                  </w:r>
                  <w:r>
                    <w:rPr>
                      <w:sz w:val="20"/>
                      <w:szCs w:val="20"/>
                    </w:rPr>
                    <w:t xml:space="preserve">of the local tribes? </w:t>
                  </w:r>
                </w:p>
                <w:p w:rsidR="00C01760" w:rsidRPr="00383C63" w:rsidRDefault="00C01760" w:rsidP="00383C63">
                  <w:pPr>
                    <w:pBdr>
                      <w:top w:val="single" w:sz="4" w:space="10" w:color="A7BFDE"/>
                      <w:bottom w:val="single" w:sz="4" w:space="10" w:color="A7BFDE"/>
                    </w:pBdr>
                    <w:spacing w:after="0"/>
                    <w:jc w:val="center"/>
                    <w:rPr>
                      <w:i/>
                      <w:iCs/>
                      <w:color w:val="4F81BD"/>
                      <w:sz w:val="28"/>
                      <w:szCs w:val="28"/>
                    </w:rPr>
                  </w:pPr>
                </w:p>
              </w:txbxContent>
            </v:textbox>
            <w10:wrap type="square" anchorx="margin" anchory="margin"/>
          </v:rect>
        </w:pict>
      </w:r>
      <w:r>
        <w:rPr>
          <w:noProof/>
        </w:rPr>
        <w:pict>
          <v:rect id="Rectangle 2" o:spid="_x0000_s1031" style="position:absolute;margin-left:481.05pt;margin-top:.5pt;width:19.5pt;height:16.5pt;z-index:251605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" strokecolor="#f99d41" strokeweight="2pt"/>
        </w:pict>
      </w:r>
    </w:p>
    <w:p w:rsidR="00C01760" w:rsidRPr="001D0FD2" w:rsidRDefault="00C01760" w:rsidP="00FE58A1">
      <w:pPr>
        <w:rPr>
          <w:rFonts w:ascii="Century Schoolbook" w:hAnsi="Century Schoolbook"/>
        </w:rPr>
      </w:pPr>
    </w:p>
    <w:p w:rsidR="00C01760" w:rsidRPr="001D0FD2" w:rsidRDefault="00C01760" w:rsidP="00FE58A1">
      <w:pPr>
        <w:rPr>
          <w:rFonts w:ascii="Century Schoolbook" w:hAnsi="Century Schoolbook"/>
        </w:rPr>
      </w:pPr>
    </w:p>
    <w:p w:rsidR="00C01760" w:rsidRPr="001D0FD2" w:rsidRDefault="00C01760" w:rsidP="00FE58A1">
      <w:pPr>
        <w:rPr>
          <w:rFonts w:ascii="Century Schoolbook" w:hAnsi="Century Schoolbook"/>
        </w:rPr>
      </w:pPr>
    </w:p>
    <w:p w:rsidR="00C01760" w:rsidRPr="001D0FD2" w:rsidRDefault="00C01760" w:rsidP="00FE58A1">
      <w:pPr>
        <w:rPr>
          <w:rFonts w:ascii="Century Schoolbook" w:hAnsi="Century Schoolbook"/>
        </w:rPr>
      </w:pPr>
      <w:r>
        <w:rPr>
          <w:noProof/>
        </w:rPr>
        <w:pict>
          <v:roundrect id="Rounded Rectangle 4" o:spid="_x0000_s1032" style="position:absolute;margin-left:135pt;margin-top:2.3pt;width:331.2pt;height:111.75pt;z-index:2516075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" strokecolor="#4f81bd" strokeweight="2pt"/>
        </w:pict>
      </w:r>
    </w:p>
    <w:p w:rsidR="00C01760" w:rsidRPr="001D0FD2" w:rsidRDefault="00C01760" w:rsidP="00FE58A1">
      <w:pPr>
        <w:rPr>
          <w:rFonts w:ascii="Century Schoolbook" w:hAnsi="Century Schoolbook"/>
        </w:rPr>
      </w:pPr>
      <w:r>
        <w:rPr>
          <w:noProof/>
        </w:rPr>
        <w:pict>
          <v:rect id="Rectangle 16" o:spid="_x0000_s1033" style="position:absolute;margin-left:344.6pt;margin-top:22.1pt;width:19.5pt;height:16.5pt;z-index:2516198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" strokecolor="#f99d41" strokeweight="2pt"/>
        </w:pict>
      </w:r>
      <w:r>
        <w:rPr>
          <w:noProof/>
        </w:rPr>
        <w:pict>
          <v:rect id="_x0000_s1034" style="position:absolute;margin-left:-18.75pt;margin-top:212.25pt;width:135.75pt;height:58.5pt;z-index:-251709952;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" o:allowincell="f" strokecolor="#c00000" strokeweight="2pt">
            <v:textbox style="mso-next-textbox:#_x0000_s1034" inset=",0,0,0">
              <w:txbxContent>
                <w:p w:rsidR="00C01760" w:rsidRDefault="00C01760" w:rsidP="006E2619">
                  <w:pPr>
                    <w:rPr>
                      <w:sz w:val="20"/>
                      <w:szCs w:val="20"/>
                    </w:rPr>
                  </w:pPr>
                  <w:r>
                    <w:rPr>
                      <w:sz w:val="20"/>
                      <w:szCs w:val="20"/>
                    </w:rPr>
                    <w:t>Is the court making efforts to identify new stakeholders who may have an interest in the welfare of Native families?</w:t>
                  </w:r>
                </w:p>
                <w:p w:rsidR="00C01760" w:rsidRPr="00383C63" w:rsidRDefault="00C01760" w:rsidP="00383C63">
                  <w:pPr>
                    <w:pBdr>
                      <w:top w:val="single" w:sz="4" w:space="10" w:color="A7BFDE"/>
                      <w:bottom w:val="single" w:sz="4" w:space="10" w:color="A7BFDE"/>
                    </w:pBdr>
                    <w:spacing w:after="0"/>
                    <w:jc w:val="center"/>
                    <w:rPr>
                      <w:i/>
                      <w:iCs/>
                      <w:color w:val="4F81BD"/>
                      <w:sz w:val="28"/>
                      <w:szCs w:val="28"/>
                    </w:rPr>
                  </w:pPr>
                </w:p>
              </w:txbxContent>
            </v:textbox>
            <w10:wrap type="square" anchorx="margin" anchory="margin"/>
          </v:rect>
        </w:pict>
      </w:r>
    </w:p>
    <w:p w:rsidR="00C01760" w:rsidRPr="001D0FD2" w:rsidRDefault="00C01760" w:rsidP="00FE58A1">
      <w:pPr>
        <w:rPr>
          <w:rFonts w:ascii="Century Schoolbook" w:hAnsi="Century Schoolbook"/>
        </w:rPr>
      </w:pPr>
    </w:p>
    <w:p w:rsidR="00C01760" w:rsidRPr="001D0FD2" w:rsidRDefault="00C01760" w:rsidP="00FE58A1">
      <w:pPr>
        <w:rPr>
          <w:rFonts w:ascii="Century Schoolbook" w:hAnsi="Century Schoolbook"/>
        </w:rPr>
      </w:pPr>
    </w:p>
    <w:p w:rsidR="00C01760" w:rsidRPr="001D0FD2" w:rsidRDefault="00C01760" w:rsidP="00FE58A1">
      <w:pPr>
        <w:rPr>
          <w:rFonts w:ascii="Century Schoolbook" w:hAnsi="Century Schoolbook"/>
        </w:rPr>
      </w:pPr>
      <w:r>
        <w:rPr>
          <w:noProof/>
        </w:rPr>
        <w:pict>
          <v:roundrect id="Rounded Rectangle 7" o:spid="_x0000_s1035" style="position:absolute;margin-left:2.1pt;margin-top:355.5pt;width:331.2pt;height:111.75pt;z-index:251610624;visibility:visible;mso-position-vertical-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" strokecolor="#4f81bd" strokeweight="2pt">
            <w10:wrap anchory="page"/>
          </v:roundrect>
        </w:pict>
      </w:r>
    </w:p>
    <w:p w:rsidR="00C01760" w:rsidRPr="001D0FD2" w:rsidRDefault="00C01760" w:rsidP="00FE58A1">
      <w:pPr>
        <w:rPr>
          <w:rFonts w:ascii="Century Schoolbook" w:hAnsi="Century Schoolbook"/>
        </w:rPr>
      </w:pPr>
    </w:p>
    <w:p w:rsidR="00C01760" w:rsidRPr="001D0FD2" w:rsidRDefault="00C01760" w:rsidP="00FE58A1">
      <w:pPr>
        <w:rPr>
          <w:rFonts w:ascii="Century Schoolbook" w:hAnsi="Century Schoolbook"/>
        </w:rPr>
      </w:pPr>
      <w:r>
        <w:rPr>
          <w:noProof/>
        </w:rPr>
        <w:pict>
          <v:rect id="Rectangle 12" o:spid="_x0000_s1036" style="position:absolute;margin-left:345.35pt;margin-top:8.65pt;width:19.5pt;height:16.5pt;z-index:2516157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" strokecolor="#f99d41" strokeweight="2pt"/>
        </w:pict>
      </w:r>
      <w:r>
        <w:rPr>
          <w:noProof/>
        </w:rPr>
        <w:pict>
          <v:rect id="_x0000_s1037" style="position:absolute;margin-left:-18.9pt;margin-top:328.5pt;width:135.75pt;height:54pt;z-index:-251706880;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" o:allowincell="f" strokecolor="#c00000" strokeweight="2pt">
            <v:textbox style="mso-next-textbox:#_x0000_s1037" inset=",0,0,0">
              <w:txbxContent>
                <w:p w:rsidR="00C01760" w:rsidRDefault="00C01760" w:rsidP="00FE58A1">
                  <w:pPr>
                    <w:rPr>
                      <w:sz w:val="20"/>
                      <w:szCs w:val="20"/>
                    </w:rPr>
                  </w:pPr>
                  <w:r>
                    <w:rPr>
                      <w:sz w:val="20"/>
                      <w:szCs w:val="20"/>
                    </w:rPr>
                    <w:t xml:space="preserve">Is the court engaged in relationship building with local tribal representatives? </w:t>
                  </w:r>
                </w:p>
                <w:p w:rsidR="00C01760" w:rsidRPr="00383C63" w:rsidRDefault="00C01760" w:rsidP="00383C63">
                  <w:pPr>
                    <w:pBdr>
                      <w:top w:val="single" w:sz="4" w:space="10" w:color="A7BFDE"/>
                      <w:bottom w:val="single" w:sz="4" w:space="10" w:color="A7BFDE"/>
                    </w:pBdr>
                    <w:spacing w:after="0"/>
                    <w:jc w:val="center"/>
                    <w:rPr>
                      <w:i/>
                      <w:iCs/>
                      <w:color w:val="4F81BD"/>
                      <w:sz w:val="28"/>
                      <w:szCs w:val="28"/>
                    </w:rPr>
                  </w:pPr>
                </w:p>
              </w:txbxContent>
            </v:textbox>
            <w10:wrap type="square" anchorx="margin" anchory="margin"/>
          </v:rect>
        </w:pict>
      </w:r>
    </w:p>
    <w:p w:rsidR="00C01760" w:rsidRPr="001D0FD2" w:rsidRDefault="00C01760" w:rsidP="00FE58A1">
      <w:pPr>
        <w:rPr>
          <w:rFonts w:ascii="Century Schoolbook" w:hAnsi="Century Schoolbook"/>
        </w:rPr>
      </w:pPr>
    </w:p>
    <w:p w:rsidR="00C01760" w:rsidRPr="001D0FD2" w:rsidRDefault="00C01760" w:rsidP="00FE58A1">
      <w:pPr>
        <w:rPr>
          <w:rFonts w:ascii="Century Schoolbook" w:hAnsi="Century Schoolbook"/>
        </w:rPr>
      </w:pPr>
    </w:p>
    <w:p w:rsidR="00C01760" w:rsidRPr="001D0FD2" w:rsidRDefault="00C01760" w:rsidP="00FE58A1">
      <w:pPr>
        <w:rPr>
          <w:rFonts w:ascii="Century Schoolbook" w:hAnsi="Century Schoolbook"/>
        </w:rPr>
      </w:pPr>
      <w:r>
        <w:rPr>
          <w:noProof/>
        </w:rPr>
        <w:pict>
          <v:roundrect id="Rounded Rectangle 8" o:spid="_x0000_s1038" style="position:absolute;margin-left:135pt;margin-top:9.45pt;width:331.2pt;height:111.75pt;z-index:25161164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" strokecolor="#4f81bd" strokeweight="2pt"/>
        </w:pict>
      </w:r>
    </w:p>
    <w:p w:rsidR="00C01760" w:rsidRPr="001D0FD2" w:rsidRDefault="00C01760" w:rsidP="00FE58A1">
      <w:pPr>
        <w:rPr>
          <w:rFonts w:ascii="Century Schoolbook" w:hAnsi="Century Schoolbook"/>
        </w:rPr>
      </w:pPr>
      <w:r>
        <w:rPr>
          <w:noProof/>
        </w:rPr>
        <w:pict>
          <v:rect id="_x0000_s1039" style="position:absolute;margin-left:-18.75pt;margin-top:441pt;width:135.75pt;height:58.5pt;z-index:-251699712;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" o:allowincell="f" strokecolor="#c00000" strokeweight="2pt">
            <v:textbox style="mso-next-textbox:#_x0000_s1039" inset=",0,0,0">
              <w:txbxContent>
                <w:p w:rsidR="00C01760" w:rsidRPr="00513696" w:rsidRDefault="00C01760" w:rsidP="00FE58A1">
                  <w:pPr>
                    <w:rPr>
                      <w:sz w:val="20"/>
                      <w:szCs w:val="20"/>
                    </w:rPr>
                  </w:pPr>
                  <w:r>
                    <w:rPr>
                      <w:sz w:val="20"/>
                      <w:szCs w:val="20"/>
                    </w:rPr>
                    <w:t>Are there tribal/state ICWA workgroups to increase communication and collaboration?</w:t>
                  </w:r>
                </w:p>
                <w:p w:rsidR="00C01760" w:rsidRPr="00383C63" w:rsidRDefault="00C01760" w:rsidP="00383C63">
                  <w:pPr>
                    <w:pBdr>
                      <w:top w:val="single" w:sz="4" w:space="10" w:color="A7BFDE"/>
                      <w:bottom w:val="single" w:sz="4" w:space="10" w:color="A7BFDE"/>
                    </w:pBdr>
                    <w:spacing w:after="0"/>
                    <w:jc w:val="center"/>
                    <w:rPr>
                      <w:i/>
                      <w:iCs/>
                      <w:color w:val="4F81BD"/>
                      <w:sz w:val="28"/>
                      <w:szCs w:val="28"/>
                    </w:rPr>
                  </w:pPr>
                </w:p>
              </w:txbxContent>
            </v:textbox>
            <w10:wrap type="square" anchorx="margin" anchory="margin"/>
          </v:rect>
        </w:pict>
      </w:r>
    </w:p>
    <w:p w:rsidR="00C01760" w:rsidRPr="001D0FD2" w:rsidRDefault="00C01760" w:rsidP="00FE58A1">
      <w:pPr>
        <w:rPr>
          <w:rFonts w:ascii="Century Schoolbook" w:hAnsi="Century Schoolbook"/>
        </w:rPr>
      </w:pPr>
      <w:r>
        <w:rPr>
          <w:noProof/>
        </w:rPr>
        <w:pict>
          <v:rect id="Rectangle 15" o:spid="_x0000_s1040" style="position:absolute;margin-left:344.45pt;margin-top:5.9pt;width:19.5pt;height:16.5pt;z-index:2516188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" strokecolor="#f99d41" strokeweight="2pt"/>
        </w:pict>
      </w:r>
    </w:p>
    <w:p w:rsidR="00C01760" w:rsidRPr="001D0FD2" w:rsidRDefault="00C01760" w:rsidP="00FE58A1">
      <w:pPr>
        <w:rPr>
          <w:rFonts w:ascii="Century Schoolbook" w:hAnsi="Century Schoolbook"/>
        </w:rPr>
      </w:pPr>
    </w:p>
    <w:p w:rsidR="00C01760" w:rsidRPr="001D0FD2" w:rsidRDefault="00C01760" w:rsidP="00FE58A1">
      <w:pPr>
        <w:rPr>
          <w:rFonts w:ascii="Century Schoolbook" w:hAnsi="Century Schoolbook"/>
        </w:rPr>
      </w:pPr>
    </w:p>
    <w:p w:rsidR="00C01760" w:rsidRPr="001D0FD2" w:rsidRDefault="00C01760" w:rsidP="00FE58A1">
      <w:pPr>
        <w:rPr>
          <w:rFonts w:ascii="Century Schoolbook" w:hAnsi="Century Schoolbook"/>
        </w:rPr>
      </w:pPr>
      <w:r>
        <w:rPr>
          <w:noProof/>
        </w:rPr>
        <w:pict>
          <v:roundrect id="Rounded Rectangle 9" o:spid="_x0000_s1041" style="position:absolute;margin-left:135pt;margin-top:.4pt;width:331.2pt;height:111.75pt;z-index:25161267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" strokecolor="#4f81bd" strokeweight="2pt"/>
        </w:pict>
      </w:r>
    </w:p>
    <w:p w:rsidR="00C01760" w:rsidRPr="001D0FD2" w:rsidRDefault="00C01760" w:rsidP="00FE58A1">
      <w:pPr>
        <w:rPr>
          <w:rFonts w:ascii="Century Schoolbook" w:hAnsi="Century Schoolbook"/>
        </w:rPr>
      </w:pPr>
      <w:r>
        <w:rPr>
          <w:noProof/>
        </w:rPr>
        <w:pict>
          <v:rect id="Rectangle 17" o:spid="_x0000_s1042" style="position:absolute;margin-left:345.5pt;margin-top:20.2pt;width:19.5pt;height:16.5pt;z-index:2516208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" strokecolor="#f99d41" strokeweight="2pt"/>
        </w:pict>
      </w:r>
      <w:r>
        <w:rPr>
          <w:noProof/>
        </w:rPr>
        <w:pict>
          <v:rect id="_x0000_s1043" style="position:absolute;margin-left:-18.75pt;margin-top:565.45pt;width:135.75pt;height:54pt;z-index:-251698688;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" o:allowincell="f" strokecolor="#c00000" strokeweight="2pt">
            <v:textbox inset=",0,0,0">
              <w:txbxContent>
                <w:p w:rsidR="00C01760" w:rsidRPr="00513696" w:rsidRDefault="00C01760" w:rsidP="00C741CD">
                  <w:pPr>
                    <w:rPr>
                      <w:sz w:val="20"/>
                      <w:szCs w:val="20"/>
                    </w:rPr>
                  </w:pPr>
                  <w:r>
                    <w:rPr>
                      <w:sz w:val="20"/>
                      <w:szCs w:val="20"/>
                    </w:rPr>
                    <w:t xml:space="preserve">Are there tribal/state agreements to increase tribal access to financial resources? </w:t>
                  </w:r>
                </w:p>
                <w:p w:rsidR="00C01760" w:rsidRPr="00383C63" w:rsidRDefault="00C01760" w:rsidP="00383C63">
                  <w:pPr>
                    <w:pBdr>
                      <w:top w:val="single" w:sz="4" w:space="10" w:color="A7BFDE"/>
                      <w:bottom w:val="single" w:sz="4" w:space="10" w:color="A7BFDE"/>
                    </w:pBdr>
                    <w:spacing w:after="0"/>
                    <w:jc w:val="center"/>
                    <w:rPr>
                      <w:i/>
                      <w:iCs/>
                      <w:color w:val="4F81BD"/>
                      <w:sz w:val="28"/>
                      <w:szCs w:val="28"/>
                    </w:rPr>
                  </w:pPr>
                </w:p>
              </w:txbxContent>
            </v:textbox>
            <w10:wrap type="square" anchorx="margin" anchory="margin"/>
          </v:rect>
        </w:pict>
      </w:r>
    </w:p>
    <w:p w:rsidR="00C01760" w:rsidRPr="001D0FD2" w:rsidRDefault="00C01760" w:rsidP="00FE58A1">
      <w:pPr>
        <w:rPr>
          <w:rFonts w:ascii="Century Schoolbook" w:hAnsi="Century Schoolbook"/>
        </w:rPr>
      </w:pPr>
      <w:r>
        <w:rPr>
          <w:noProof/>
        </w:rPr>
        <w:pict>
          <v:rect id="Rectangle 11" o:spid="_x0000_s1044" style="position:absolute;margin-left:469.2pt;margin-top:21.95pt;width:19.5pt;height:16.5pt;z-index:2516147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" strokecolor="#f99d41" strokeweight="2pt"/>
        </w:pict>
      </w:r>
    </w:p>
    <w:p w:rsidR="00C01760" w:rsidRPr="001D0FD2" w:rsidRDefault="00C01760" w:rsidP="00FE58A1">
      <w:pPr>
        <w:rPr>
          <w:rFonts w:ascii="Century Schoolbook" w:hAnsi="Century Schoolbook"/>
        </w:rPr>
      </w:pPr>
    </w:p>
    <w:p w:rsidR="00C01760" w:rsidRPr="001D0FD2" w:rsidRDefault="00C01760" w:rsidP="00FE58A1">
      <w:pPr>
        <w:rPr>
          <w:rFonts w:ascii="Century Schoolbook" w:hAnsi="Century Schoolbook"/>
        </w:rPr>
      </w:pPr>
    </w:p>
    <w:p w:rsidR="00C01760" w:rsidRPr="001D0FD2" w:rsidRDefault="00C01760" w:rsidP="00E2315D">
      <w:pPr>
        <w:jc w:val="center"/>
        <w:rPr>
          <w:rFonts w:ascii="Century Schoolbook" w:hAnsi="Century Schoolbook"/>
          <w:b/>
          <w:color w:val="1F497D"/>
        </w:rPr>
      </w:pPr>
      <w:r w:rsidRPr="001D0FD2">
        <w:rPr>
          <w:rFonts w:ascii="Century Schoolbook" w:hAnsi="Century Schoolbook"/>
          <w:b/>
          <w:color w:val="1F497D"/>
        </w:rPr>
        <w:t>Enhance Understanding Through Training &amp; Education</w:t>
      </w:r>
    </w:p>
    <w:p w:rsidR="00C01760" w:rsidRPr="001D0FD2" w:rsidRDefault="00C01760" w:rsidP="00D21EA3">
      <w:pPr>
        <w:spacing w:after="0" w:line="240" w:lineRule="auto"/>
        <w:jc w:val="center"/>
        <w:rPr>
          <w:rFonts w:ascii="Century Schoolbook" w:hAnsi="Century Schoolbook"/>
          <w:b/>
        </w:rPr>
      </w:pPr>
      <w:r w:rsidRPr="001D0FD2">
        <w:rPr>
          <w:rFonts w:ascii="Century Schoolbook" w:hAnsi="Century Schoolbook"/>
          <w:b/>
          <w:u w:val="single"/>
        </w:rPr>
        <w:t>Discussion Question</w:t>
      </w:r>
      <w:r w:rsidRPr="001D0FD2">
        <w:rPr>
          <w:rFonts w:ascii="Century Schoolbook" w:hAnsi="Century Schoolbook"/>
        </w:rPr>
        <w:tab/>
      </w:r>
      <w:r w:rsidRPr="001D0FD2">
        <w:rPr>
          <w:rFonts w:ascii="Century Schoolbook" w:hAnsi="Century Schoolbook"/>
        </w:rPr>
        <w:tab/>
      </w:r>
      <w:r w:rsidRPr="001D0FD2">
        <w:rPr>
          <w:rFonts w:ascii="Century Schoolbook" w:hAnsi="Century Schoolbook"/>
          <w:b/>
        </w:rPr>
        <w:t xml:space="preserve">                </w:t>
      </w:r>
      <w:r w:rsidRPr="001D0FD2">
        <w:rPr>
          <w:rFonts w:ascii="Century Schoolbook" w:hAnsi="Century Schoolbook"/>
          <w:b/>
          <w:u w:val="single"/>
        </w:rPr>
        <w:t xml:space="preserve">Response </w:t>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Pr>
          <w:rFonts w:ascii="Century Schoolbook" w:hAnsi="Century Schoolbook"/>
          <w:b/>
        </w:rPr>
        <w:t xml:space="preserve">        </w:t>
      </w:r>
      <w:r w:rsidRPr="001D0FD2">
        <w:rPr>
          <w:rFonts w:ascii="Century Schoolbook" w:hAnsi="Century Schoolbook"/>
          <w:b/>
          <w:u w:val="single"/>
        </w:rPr>
        <w:t>Priority</w:t>
      </w:r>
    </w:p>
    <w:p w:rsidR="00C01760" w:rsidRPr="001D0FD2" w:rsidRDefault="00C01760" w:rsidP="00E2315D">
      <w:pPr>
        <w:spacing w:after="0" w:line="240" w:lineRule="auto"/>
        <w:ind w:left="2160" w:firstLine="720"/>
        <w:rPr>
          <w:rFonts w:ascii="Century Schoolbook" w:hAnsi="Century Schoolbook"/>
          <w:i/>
        </w:rPr>
      </w:pPr>
      <w:r w:rsidRPr="001D0FD2">
        <w:rPr>
          <w:rFonts w:ascii="Century Schoolbook" w:hAnsi="Century Schoolbook"/>
          <w:i/>
        </w:rPr>
        <w:t xml:space="preserve">          (to include discussion of strengths &amp; challenges)</w:t>
      </w:r>
    </w:p>
    <w:p w:rsidR="00C01760" w:rsidRPr="001D0FD2" w:rsidRDefault="00C01760" w:rsidP="00E2315D">
      <w:pPr>
        <w:rPr>
          <w:rFonts w:ascii="Century Schoolbook" w:hAnsi="Century Schoolbook"/>
        </w:rPr>
      </w:pPr>
      <w:r>
        <w:rPr>
          <w:noProof/>
        </w:rPr>
        <w:pict>
          <v:roundrect id="Rounded Rectangle 18" o:spid="_x0000_s1045" style="position:absolute;margin-left:135pt;margin-top:2.8pt;width:331.2pt;height:111.6pt;z-index:-251693568;visibility:visible;v-text-anchor:middle" arcsize="10923f" wrapcoords="831 -145 586 0 -98 1740 -98 18846 195 20730 733 21600 782 21600 20769 21600 20818 21600 21356 20730 21698 18701 21649 1740 20965 0 20720 -145 831 -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" strokecolor="#4f81bd" strokeweight="2pt">
            <w10:wrap type="tight"/>
          </v:roundrect>
        </w:pict>
      </w:r>
    </w:p>
    <w:p w:rsidR="00C01760" w:rsidRPr="001D0FD2" w:rsidRDefault="00C01760" w:rsidP="00E2315D">
      <w:pPr>
        <w:rPr>
          <w:rFonts w:ascii="Century Schoolbook" w:hAnsi="Century Schoolbook"/>
        </w:rPr>
      </w:pPr>
      <w:r>
        <w:rPr>
          <w:noProof/>
        </w:rPr>
        <w:pict>
          <v:rect id="_x0000_s1046" style="position:absolute;margin-left:-18.9pt;margin-top:93.9pt;width:135.75pt;height:57.75pt;z-index:-251694592;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" o:allowincell="f" strokecolor="#c00000" strokeweight="2pt">
            <v:textbox style="mso-next-textbox:#_x0000_s1046" inset=",0,0,0">
              <w:txbxContent>
                <w:p w:rsidR="00C01760" w:rsidRPr="00270F87" w:rsidRDefault="00C01760" w:rsidP="00383C63">
                  <w:pPr>
                    <w:pBdr>
                      <w:top w:val="single" w:sz="4" w:space="10" w:color="A7BFDE"/>
                      <w:bottom w:val="single" w:sz="4" w:space="10" w:color="A7BFDE"/>
                    </w:pBdr>
                    <w:spacing w:after="0"/>
                    <w:jc w:val="center"/>
                    <w:rPr>
                      <w:iCs/>
                      <w:sz w:val="20"/>
                      <w:szCs w:val="20"/>
                    </w:rPr>
                  </w:pPr>
                  <w:r>
                    <w:rPr>
                      <w:iCs/>
                      <w:sz w:val="20"/>
                      <w:szCs w:val="20"/>
                    </w:rPr>
                    <w:t>Have all the judicial officers been trained on the ICWA?</w:t>
                  </w:r>
                </w:p>
              </w:txbxContent>
            </v:textbox>
            <w10:wrap type="square" anchorx="margin" anchory="margin"/>
          </v:rect>
        </w:pict>
      </w:r>
      <w:r>
        <w:rPr>
          <w:noProof/>
        </w:rPr>
        <w:pict>
          <v:rect id="Rectangle 19" o:spid="_x0000_s1047" style="position:absolute;margin-left:345.45pt;margin-top:17.05pt;width:19.5pt;height:16.5pt;z-index:2516321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" strokecolor="#f99d41" strokeweight="2pt"/>
        </w:pict>
      </w:r>
      <w:r>
        <w:rPr>
          <w:noProof/>
        </w:rPr>
        <w:pict>
          <v:rect id="Rectangle 21" o:spid="_x0000_s1048" style="position:absolute;margin-left:481.05pt;margin-top:.5pt;width:19.5pt;height:16.5pt;z-index:2516239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" strokecolor="#f99d41" strokeweight="2pt"/>
        </w:pict>
      </w:r>
    </w:p>
    <w:p w:rsidR="00C01760" w:rsidRPr="001D0FD2" w:rsidRDefault="00C01760" w:rsidP="00E2315D">
      <w:pPr>
        <w:rPr>
          <w:rFonts w:ascii="Century Schoolbook" w:hAnsi="Century Schoolbook"/>
        </w:rPr>
      </w:pPr>
      <w:r>
        <w:rPr>
          <w:noProof/>
        </w:rPr>
        <w:pict>
          <v:rect id="_x0000_s1049" style="position:absolute;margin-left:.3pt;margin-top:8.35pt;width:19.5pt;height:16.5pt;z-index:2517109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26" o:spid="_x0000_s1050" style="position:absolute;margin-left:-341pt;margin-top:24.4pt;width:331.2pt;height:111.6pt;z-index:25162905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" strokecolor="#4f81bd" strokeweight="2pt"/>
        </w:pict>
      </w:r>
      <w:r>
        <w:rPr>
          <w:noProof/>
        </w:rPr>
        <w:pict>
          <v:roundrect id="Rounded Rectangle 22" o:spid="_x0000_s1051" style="position:absolute;margin-left:135pt;margin-top:19pt;width:331.2pt;height:111.6pt;z-index:25162598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" strokecolor="#4f81bd" strokeweight="2pt"/>
        </w:pict>
      </w:r>
    </w:p>
    <w:p w:rsidR="00C01760" w:rsidRPr="001D0FD2" w:rsidRDefault="00C01760" w:rsidP="00E2315D">
      <w:pPr>
        <w:rPr>
          <w:rFonts w:ascii="Century Schoolbook" w:hAnsi="Century Schoolbook"/>
        </w:rPr>
      </w:pPr>
      <w:r>
        <w:rPr>
          <w:noProof/>
        </w:rPr>
        <w:pict>
          <v:rect id="_x0000_s1052" style="position:absolute;margin-left:-18.9pt;margin-top:196.7pt;width:135.75pt;height:71.25pt;z-index:-251691520;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line="240" w:lineRule="auto"/>
                    <w:rPr>
                      <w:i/>
                      <w:iCs/>
                      <w:color w:val="4F81BD"/>
                      <w:sz w:val="28"/>
                      <w:szCs w:val="28"/>
                    </w:rPr>
                  </w:pPr>
                  <w:r>
                    <w:rPr>
                      <w:sz w:val="20"/>
                      <w:szCs w:val="20"/>
                    </w:rPr>
                    <w:t>Have all stakeholders (attorneys, social workers, etc.) been trained on the ICWA?</w:t>
                  </w:r>
                </w:p>
              </w:txbxContent>
            </v:textbox>
            <w10:wrap type="square" anchorx="margin" anchory="margin"/>
          </v:rec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ect id="Rectangle 23" o:spid="_x0000_s1053" style="position:absolute;margin-left:344.1pt;margin-top:5.9pt;width:18.75pt;height:16.5pt;z-index:2516270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29" o:spid="_x0000_s1054" style="position:absolute;margin-left:135pt;margin-top:17.15pt;width:331.2pt;height:111.6pt;z-index:25163008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" strokecolor="#4f81bd" strokeweight="2pt"/>
        </w:pict>
      </w:r>
    </w:p>
    <w:p w:rsidR="00C01760" w:rsidRPr="001D0FD2" w:rsidRDefault="00C01760" w:rsidP="00E2315D">
      <w:pPr>
        <w:rPr>
          <w:rFonts w:ascii="Century Schoolbook" w:hAnsi="Century Schoolbook"/>
        </w:rPr>
      </w:pPr>
      <w:r>
        <w:rPr>
          <w:noProof/>
        </w:rPr>
        <w:pict>
          <v:rect id="_x0000_s1055" style="position:absolute;margin-left:-18.9pt;margin-top:322.7pt;width:135.75pt;height:54pt;z-index:-251688448;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line="240" w:lineRule="auto"/>
                    <w:rPr>
                      <w:i/>
                      <w:iCs/>
                      <w:color w:val="4F81BD"/>
                      <w:sz w:val="28"/>
                      <w:szCs w:val="28"/>
                    </w:rPr>
                  </w:pPr>
                  <w:r>
                    <w:rPr>
                      <w:sz w:val="20"/>
                      <w:szCs w:val="20"/>
                    </w:rPr>
                    <w:t>Are all stakeholders familiar with state Indian child law requirements?</w:t>
                  </w:r>
                </w:p>
              </w:txbxContent>
            </v:textbox>
            <w10:wrap type="square" anchorx="margin" anchory="margin"/>
          </v:rect>
        </w:pict>
      </w:r>
    </w:p>
    <w:p w:rsidR="00C01760" w:rsidRPr="001D0FD2" w:rsidRDefault="00C01760" w:rsidP="00E2315D">
      <w:pPr>
        <w:rPr>
          <w:rFonts w:ascii="Century Schoolbook" w:hAnsi="Century Schoolbook"/>
        </w:rPr>
      </w:pPr>
      <w:r>
        <w:rPr>
          <w:noProof/>
        </w:rPr>
        <w:pict>
          <v:rect id="Rectangle 28" o:spid="_x0000_s1056" style="position:absolute;margin-left:344.1pt;margin-top:8.65pt;width:19.5pt;height:16.5pt;z-index:2516341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32" o:spid="_x0000_s1057" style="position:absolute;margin-left:135pt;margin-top:17.1pt;width:331.2pt;height:111.6pt;z-index:25163110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" strokecolor="#4f81bd" strokeweight="2pt"/>
        </w:pict>
      </w:r>
    </w:p>
    <w:p w:rsidR="00C01760" w:rsidRPr="001D0FD2" w:rsidRDefault="00C01760" w:rsidP="00E2315D">
      <w:pPr>
        <w:rPr>
          <w:rFonts w:ascii="Century Schoolbook" w:hAnsi="Century Schoolbook"/>
        </w:rPr>
      </w:pPr>
      <w:r>
        <w:rPr>
          <w:noProof/>
        </w:rPr>
        <w:pict>
          <v:rect id="_x0000_s1058" style="position:absolute;margin-left:-18.9pt;margin-top:439.7pt;width:135.75pt;height:67.5pt;z-index:-251681280;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line="240" w:lineRule="auto"/>
                    <w:rPr>
                      <w:i/>
                      <w:iCs/>
                      <w:color w:val="4F81BD"/>
                      <w:sz w:val="28"/>
                      <w:szCs w:val="28"/>
                    </w:rPr>
                  </w:pPr>
                  <w:r>
                    <w:rPr>
                      <w:sz w:val="20"/>
                      <w:szCs w:val="20"/>
                    </w:rPr>
                    <w:t>Have judicial officers been trained on historical  context of ICWA and historical trauma?</w:t>
                  </w:r>
                </w:p>
              </w:txbxContent>
            </v:textbox>
            <w10:wrap type="square" anchorx="margin" anchory="margin"/>
          </v:rect>
        </w:pict>
      </w:r>
    </w:p>
    <w:p w:rsidR="00C01760" w:rsidRPr="001D0FD2" w:rsidRDefault="00C01760" w:rsidP="00E2315D">
      <w:pPr>
        <w:rPr>
          <w:rFonts w:ascii="Century Schoolbook" w:hAnsi="Century Schoolbook"/>
        </w:rPr>
      </w:pPr>
      <w:r>
        <w:rPr>
          <w:noProof/>
        </w:rPr>
        <w:pict>
          <v:rect id="Rectangle 31" o:spid="_x0000_s1059" style="position:absolute;margin-left:344.25pt;margin-top:5.9pt;width:19.5pt;height:16.5pt;z-index:2516372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_x0000_s1060" style="position:absolute;margin-left:2.25pt;margin-top:14.7pt;width:331.2pt;height:111.6pt;z-index:25171200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" strokecolor="#4f81bd" strokeweight="2pt"/>
        </w:pict>
      </w:r>
    </w:p>
    <w:p w:rsidR="00C01760" w:rsidRPr="001D0FD2" w:rsidRDefault="00C01760" w:rsidP="00E2315D">
      <w:pPr>
        <w:rPr>
          <w:rFonts w:ascii="Century Schoolbook" w:hAnsi="Century Schoolbook"/>
        </w:rPr>
      </w:pPr>
      <w:r>
        <w:rPr>
          <w:noProof/>
        </w:rPr>
        <w:pict>
          <v:rect id="_x0000_s1061" style="position:absolute;margin-left:-18.9pt;margin-top:556.7pt;width:135.75pt;height:67.5pt;z-index:-251680256;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line="240" w:lineRule="auto"/>
                    <w:rPr>
                      <w:i/>
                      <w:iCs/>
                      <w:color w:val="4F81BD"/>
                      <w:sz w:val="28"/>
                      <w:szCs w:val="28"/>
                    </w:rPr>
                  </w:pPr>
                  <w:r>
                    <w:rPr>
                      <w:sz w:val="20"/>
                      <w:szCs w:val="20"/>
                    </w:rPr>
                    <w:t>Have stakeholders been trained on bias and cultural awareness/understanding in working with Tribes?</w:t>
                  </w:r>
                </w:p>
              </w:txbxContent>
            </v:textbox>
            <w10:wrap type="square" anchorx="margin" anchory="margin"/>
          </v:rect>
        </w:pict>
      </w:r>
    </w:p>
    <w:p w:rsidR="00C01760" w:rsidRPr="001D0FD2" w:rsidRDefault="00C01760" w:rsidP="00E2315D">
      <w:pPr>
        <w:rPr>
          <w:rFonts w:ascii="Century Schoolbook" w:hAnsi="Century Schoolbook"/>
        </w:rPr>
      </w:pPr>
      <w:r>
        <w:rPr>
          <w:noProof/>
        </w:rPr>
        <w:pict>
          <v:rect id="Rectangle 34" o:spid="_x0000_s1062" style="position:absolute;margin-left:344.25pt;margin-top:13pt;width:19.5pt;height:16.5pt;z-index:2516382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" strokecolor="#f99d41" strokeweight="2pt"/>
        </w:pict>
      </w:r>
      <w:r>
        <w:rPr>
          <w:noProof/>
        </w:rPr>
        <w:pict>
          <v:rect id="Rectangle 35" o:spid="_x0000_s1063" style="position:absolute;margin-left:469.2pt;margin-top:21.95pt;width:19.5pt;height:16.5pt;z-index:2516331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" strokecolor="#f99d41" strokeweight="2pt"/>
        </w:pict>
      </w:r>
    </w:p>
    <w:p w:rsidR="00C01760" w:rsidRPr="001D0FD2" w:rsidRDefault="00C01760" w:rsidP="00E2315D">
      <w:pPr>
        <w:rPr>
          <w:rFonts w:ascii="Century Schoolbook" w:hAnsi="Century Schoolbook"/>
        </w:rPr>
      </w:pPr>
    </w:p>
    <w:p w:rsidR="00C01760" w:rsidRPr="001D0FD2" w:rsidRDefault="00C01760" w:rsidP="00FE58A1">
      <w:pPr>
        <w:rPr>
          <w:rFonts w:ascii="Century Schoolbook" w:hAnsi="Century Schoolbook"/>
        </w:rPr>
      </w:pPr>
    </w:p>
    <w:p w:rsidR="00C01760" w:rsidRPr="001D0FD2" w:rsidRDefault="00C01760" w:rsidP="00E2315D">
      <w:pPr>
        <w:jc w:val="center"/>
        <w:rPr>
          <w:rFonts w:ascii="Century Schoolbook" w:hAnsi="Century Schoolbook"/>
          <w:b/>
          <w:color w:val="1F497D"/>
        </w:rPr>
      </w:pPr>
      <w:r w:rsidRPr="001D0FD2">
        <w:rPr>
          <w:rFonts w:ascii="Century Schoolbook" w:hAnsi="Century Schoolbook"/>
          <w:b/>
          <w:color w:val="1F497D"/>
        </w:rPr>
        <w:t>Enhance Understanding Through Training &amp; Education: Resource Awareness</w:t>
      </w:r>
    </w:p>
    <w:p w:rsidR="00C01760" w:rsidRPr="001D0FD2" w:rsidRDefault="00C01760" w:rsidP="00D21EA3">
      <w:pPr>
        <w:spacing w:after="0" w:line="240" w:lineRule="auto"/>
        <w:jc w:val="center"/>
        <w:rPr>
          <w:rFonts w:ascii="Century Schoolbook" w:hAnsi="Century Schoolbook"/>
          <w:b/>
        </w:rPr>
      </w:pPr>
      <w:r w:rsidRPr="001D0FD2">
        <w:rPr>
          <w:rFonts w:ascii="Century Schoolbook" w:hAnsi="Century Schoolbook"/>
          <w:b/>
          <w:u w:val="single"/>
        </w:rPr>
        <w:t>Discussion Question</w:t>
      </w:r>
      <w:r w:rsidRPr="001D0FD2">
        <w:rPr>
          <w:rFonts w:ascii="Century Schoolbook" w:hAnsi="Century Schoolbook"/>
        </w:rPr>
        <w:tab/>
      </w:r>
      <w:r w:rsidRPr="001D0FD2">
        <w:rPr>
          <w:rFonts w:ascii="Century Schoolbook" w:hAnsi="Century Schoolbook"/>
        </w:rPr>
        <w:tab/>
      </w:r>
      <w:r w:rsidRPr="001D0FD2">
        <w:rPr>
          <w:rFonts w:ascii="Century Schoolbook" w:hAnsi="Century Schoolbook"/>
          <w:b/>
        </w:rPr>
        <w:t xml:space="preserve">                </w:t>
      </w:r>
      <w:r w:rsidRPr="001D0FD2">
        <w:rPr>
          <w:rFonts w:ascii="Century Schoolbook" w:hAnsi="Century Schoolbook"/>
          <w:b/>
          <w:u w:val="single"/>
        </w:rPr>
        <w:t xml:space="preserve">Response </w:t>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Pr>
          <w:rFonts w:ascii="Century Schoolbook" w:hAnsi="Century Schoolbook"/>
          <w:b/>
        </w:rPr>
        <w:t xml:space="preserve">        </w:t>
      </w:r>
      <w:r w:rsidRPr="001D0FD2">
        <w:rPr>
          <w:rFonts w:ascii="Century Schoolbook" w:hAnsi="Century Schoolbook"/>
          <w:b/>
          <w:u w:val="single"/>
        </w:rPr>
        <w:t>Priority</w:t>
      </w:r>
    </w:p>
    <w:p w:rsidR="00C01760" w:rsidRPr="001D0FD2" w:rsidRDefault="00C01760" w:rsidP="00E2315D">
      <w:pPr>
        <w:spacing w:after="0" w:line="240" w:lineRule="auto"/>
        <w:ind w:left="2160" w:firstLine="720"/>
        <w:rPr>
          <w:rFonts w:ascii="Century Schoolbook" w:hAnsi="Century Schoolbook"/>
          <w:i/>
        </w:rPr>
      </w:pPr>
      <w:r w:rsidRPr="001D0FD2">
        <w:rPr>
          <w:rFonts w:ascii="Century Schoolbook" w:hAnsi="Century Schoolbook"/>
          <w:i/>
        </w:rPr>
        <w:t xml:space="preserve">          (to include discussion of strengths &amp; challenges)</w:t>
      </w:r>
    </w:p>
    <w:p w:rsidR="00C01760" w:rsidRPr="001D0FD2" w:rsidRDefault="00C01760" w:rsidP="00E2315D">
      <w:pPr>
        <w:rPr>
          <w:rFonts w:ascii="Century Schoolbook" w:hAnsi="Century Schoolbook"/>
        </w:rPr>
      </w:pPr>
      <w:r>
        <w:rPr>
          <w:noProof/>
        </w:rPr>
        <w:pict>
          <v:roundrect id="Rounded Rectangle 36" o:spid="_x0000_s1064" style="position:absolute;margin-left:135pt;margin-top:13.5pt;width:331.2pt;height:111.65pt;z-index:25164032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" strokecolor="#4f81bd" strokeweight="2pt">
            <o:lock v:ext="edit" aspectratio="t"/>
          </v:roundrect>
        </w:pict>
      </w:r>
    </w:p>
    <w:p w:rsidR="00C01760" w:rsidRPr="001D0FD2" w:rsidRDefault="00C01760" w:rsidP="00E2315D">
      <w:pPr>
        <w:rPr>
          <w:rFonts w:ascii="Century Schoolbook" w:hAnsi="Century Schoolbook"/>
        </w:rPr>
      </w:pPr>
      <w:r>
        <w:rPr>
          <w:noProof/>
        </w:rPr>
        <w:pict>
          <v:rect id="_x0000_s1065" style="position:absolute;margin-left:-18.9pt;margin-top:88.45pt;width:135.75pt;height:57.75pt;z-index:-251677184;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line="240" w:lineRule="auto"/>
                    <w:rPr>
                      <w:i/>
                      <w:iCs/>
                      <w:color w:val="4F81BD"/>
                      <w:sz w:val="28"/>
                      <w:szCs w:val="28"/>
                    </w:rPr>
                  </w:pPr>
                  <w:r>
                    <w:rPr>
                      <w:sz w:val="20"/>
                      <w:szCs w:val="20"/>
                    </w:rPr>
                    <w:t>Is there a child protection worker who is an ICWA specialist?</w:t>
                  </w:r>
                </w:p>
              </w:txbxContent>
            </v:textbox>
            <w10:wrap type="square" anchorx="margin" anchory="margin"/>
          </v:rect>
        </w:pict>
      </w:r>
      <w:r>
        <w:rPr>
          <w:noProof/>
        </w:rPr>
        <w:pict>
          <v:rect id="Rectangle 40" o:spid="_x0000_s1066" style="position:absolute;margin-left:481.05pt;margin-top:.5pt;width:19.5pt;height:16.5pt;z-index:2516413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" strokecolor="#f99d41" strokeweight="2pt"/>
        </w:pict>
      </w:r>
    </w:p>
    <w:p w:rsidR="00C01760" w:rsidRPr="001D0FD2" w:rsidRDefault="00C01760" w:rsidP="00E2315D">
      <w:pPr>
        <w:rPr>
          <w:rFonts w:ascii="Century Schoolbook" w:hAnsi="Century Schoolbook"/>
        </w:rPr>
      </w:pPr>
      <w:r>
        <w:rPr>
          <w:noProof/>
        </w:rPr>
        <w:pict>
          <v:rect id="Rectangle 37" o:spid="_x0000_s1067" style="position:absolute;margin-left:344.1pt;margin-top:8.3pt;width:19.5pt;height:16.5pt;z-index:2516485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41" o:spid="_x0000_s1068" style="position:absolute;margin-left:134.7pt;margin-top:7.8pt;width:331.2pt;height:111.6pt;z-index:25164339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" strokecolor="#4f81bd" strokeweight="2pt"/>
        </w:pict>
      </w:r>
    </w:p>
    <w:p w:rsidR="00C01760" w:rsidRPr="001D0FD2" w:rsidRDefault="00C01760" w:rsidP="00E2315D">
      <w:pPr>
        <w:rPr>
          <w:rFonts w:ascii="Century Schoolbook" w:hAnsi="Century Schoolbook"/>
        </w:rPr>
      </w:pPr>
      <w:r>
        <w:rPr>
          <w:noProof/>
        </w:rPr>
        <w:pict>
          <v:rect id="_x0000_s1069" style="position:absolute;margin-left:-18.75pt;margin-top:212.25pt;width:135.75pt;height:58.5pt;z-index:-251674112;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rPr>
                      <w:i/>
                      <w:iCs/>
                      <w:color w:val="4F81BD"/>
                      <w:sz w:val="28"/>
                      <w:szCs w:val="28"/>
                    </w:rPr>
                  </w:pPr>
                  <w:r>
                    <w:rPr>
                      <w:sz w:val="20"/>
                      <w:szCs w:val="20"/>
                    </w:rPr>
                    <w:t>Is there a designated liaison that helps make connections between CPS and the Tribes?</w:t>
                  </w:r>
                </w:p>
              </w:txbxContent>
            </v:textbox>
            <w10:wrap type="square" anchorx="margin" anchory="margin"/>
          </v:rect>
        </w:pict>
      </w:r>
    </w:p>
    <w:p w:rsidR="00C01760" w:rsidRPr="001D0FD2" w:rsidRDefault="00C01760" w:rsidP="00E2315D">
      <w:pPr>
        <w:rPr>
          <w:rFonts w:ascii="Century Schoolbook" w:hAnsi="Century Schoolbook"/>
        </w:rPr>
      </w:pPr>
      <w:r>
        <w:rPr>
          <w:noProof/>
        </w:rPr>
        <w:pict>
          <v:rect id="Rectangle 43" o:spid="_x0000_s1070" style="position:absolute;margin-left:344.1pt;margin-top:5.9pt;width:19.5pt;height:16.5pt;z-index:2516546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45" o:spid="_x0000_s1071" style="position:absolute;margin-left:1.8pt;margin-top:2.25pt;width:334.8pt;height:111.6pt;z-index:25164544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" strokecolor="#4f81bd" strokeweight="2pt"/>
        </w:pict>
      </w:r>
    </w:p>
    <w:p w:rsidR="00C01760" w:rsidRPr="001D0FD2" w:rsidRDefault="00C01760" w:rsidP="00E2315D">
      <w:pPr>
        <w:rPr>
          <w:rFonts w:ascii="Century Schoolbook" w:hAnsi="Century Schoolbook"/>
        </w:rPr>
      </w:pPr>
      <w:r>
        <w:rPr>
          <w:noProof/>
        </w:rPr>
        <w:pict>
          <v:rect id="Rectangle 47" o:spid="_x0000_s1072" style="position:absolute;margin-left:344.1pt;margin-top:8.65pt;width:19.5pt;height:16.5pt;z-index:251650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" strokecolor="#f99d41" strokeweight="2pt"/>
        </w:pict>
      </w:r>
      <w:r>
        <w:rPr>
          <w:noProof/>
        </w:rPr>
        <w:pict>
          <v:rect id="_x0000_s1073" style="position:absolute;margin-left:-18.9pt;margin-top:328.5pt;width:135.75pt;height:1in;z-index:-251672064;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" o:allowincell="f" strokecolor="#c00000" strokeweight="2pt">
            <v:textbox inset=",0,0,0">
              <w:txbxContent>
                <w:p w:rsidR="00C01760" w:rsidRPr="00383C63" w:rsidRDefault="00C01760" w:rsidP="00FE63FB">
                  <w:pPr>
                    <w:pBdr>
                      <w:top w:val="single" w:sz="4" w:space="10" w:color="A7BFDE"/>
                      <w:bottom w:val="single" w:sz="4" w:space="10" w:color="A7BFDE"/>
                    </w:pBdr>
                    <w:spacing w:after="0"/>
                    <w:rPr>
                      <w:i/>
                      <w:iCs/>
                      <w:color w:val="4F81BD"/>
                      <w:sz w:val="28"/>
                      <w:szCs w:val="28"/>
                    </w:rPr>
                  </w:pPr>
                  <w:r>
                    <w:rPr>
                      <w:sz w:val="20"/>
                      <w:szCs w:val="20"/>
                    </w:rPr>
                    <w:t>Are there culturally appropriate services available to Native families in your jurisdiction?</w:t>
                  </w:r>
                </w:p>
              </w:txbxContent>
            </v:textbox>
            <w10:wrap type="square" anchorx="margin" anchory="margin"/>
          </v:rec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48" o:spid="_x0000_s1074" style="position:absolute;margin-left:2.1pt;margin-top:2.25pt;width:331.2pt;height:111.6pt;z-index:25164646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" strokecolor="#4f81bd" strokeweight="2pt"/>
        </w:pict>
      </w:r>
      <w:r>
        <w:rPr>
          <w:noProof/>
        </w:rPr>
        <w:pict>
          <v:rect id="_x0000_s1075" style="position:absolute;margin-left:-18.9pt;margin-top:450pt;width:135.75pt;height:69pt;z-index:-251664896;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" o:allowincell="f" strokecolor="#c00000" strokeweight="2pt">
            <v:textbox inset=",0,0,0">
              <w:txbxContent>
                <w:p w:rsidR="00C01760" w:rsidRPr="00383C63" w:rsidRDefault="00C01760" w:rsidP="00FE63FB">
                  <w:pPr>
                    <w:pBdr>
                      <w:top w:val="single" w:sz="4" w:space="10" w:color="A7BFDE"/>
                      <w:bottom w:val="single" w:sz="4" w:space="10" w:color="A7BFDE"/>
                    </w:pBdr>
                    <w:spacing w:after="0"/>
                    <w:rPr>
                      <w:i/>
                      <w:iCs/>
                      <w:color w:val="4F81BD"/>
                      <w:sz w:val="28"/>
                      <w:szCs w:val="28"/>
                    </w:rPr>
                  </w:pPr>
                  <w:r>
                    <w:rPr>
                      <w:sz w:val="20"/>
                      <w:szCs w:val="20"/>
                    </w:rPr>
                    <w:t>Are there forums to discuss other resources and means to identify additional resources in your jurisdiction or state?</w:t>
                  </w:r>
                </w:p>
              </w:txbxContent>
            </v:textbox>
            <w10:wrap type="square" anchorx="margin" anchory="margin"/>
          </v:rect>
        </w:pict>
      </w:r>
    </w:p>
    <w:p w:rsidR="00C01760" w:rsidRPr="001D0FD2" w:rsidRDefault="00C01760" w:rsidP="00E2315D">
      <w:pPr>
        <w:rPr>
          <w:rFonts w:ascii="Century Schoolbook" w:hAnsi="Century Schoolbook"/>
        </w:rPr>
      </w:pPr>
      <w:r>
        <w:rPr>
          <w:noProof/>
        </w:rPr>
        <w:pict>
          <v:rect id="Rectangle 50" o:spid="_x0000_s1076" style="position:absolute;margin-left:344.1pt;margin-top:5.9pt;width:19.5pt;height:16.5pt;z-index:2516536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51" o:spid="_x0000_s1077" style="position:absolute;margin-left:2.25pt;margin-top:2.2pt;width:331.2pt;height:111.6pt;z-index:25164748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" strokecolor="#4f81bd" strokeweight="2pt"/>
        </w:pict>
      </w:r>
      <w:r>
        <w:rPr>
          <w:noProof/>
        </w:rPr>
        <w:pict>
          <v:rect id="_x0000_s1078" style="position:absolute;margin-left:-18.9pt;margin-top:8in;width:135.75pt;height:54pt;z-index:-251663872;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" o:allowincell="f" strokecolor="#c00000" strokeweight="2pt">
            <v:textbox inset=",0,0,0">
              <w:txbxContent>
                <w:p w:rsidR="00C01760" w:rsidRPr="00226FBA" w:rsidRDefault="00C01760" w:rsidP="00226FBA">
                  <w:pPr>
                    <w:pBdr>
                      <w:top w:val="single" w:sz="4" w:space="10" w:color="A7BFDE"/>
                      <w:bottom w:val="single" w:sz="4" w:space="10" w:color="A7BFDE"/>
                    </w:pBdr>
                    <w:spacing w:after="0"/>
                    <w:rPr>
                      <w:iCs/>
                      <w:sz w:val="20"/>
                      <w:szCs w:val="20"/>
                    </w:rPr>
                  </w:pPr>
                  <w:r w:rsidRPr="00226FBA">
                    <w:rPr>
                      <w:iCs/>
                      <w:sz w:val="20"/>
                      <w:szCs w:val="20"/>
                    </w:rPr>
                    <w:t>Other training and resource related issues</w:t>
                  </w:r>
                </w:p>
              </w:txbxContent>
            </v:textbox>
            <w10:wrap type="square" anchorx="margin" anchory="margin"/>
          </v:rect>
        </w:pict>
      </w:r>
    </w:p>
    <w:p w:rsidR="00C01760" w:rsidRPr="001D0FD2" w:rsidRDefault="00C01760" w:rsidP="00E2315D">
      <w:pPr>
        <w:rPr>
          <w:rFonts w:ascii="Century Schoolbook" w:hAnsi="Century Schoolbook"/>
        </w:rPr>
      </w:pPr>
      <w:r>
        <w:rPr>
          <w:noProof/>
        </w:rPr>
        <w:pict>
          <v:rect id="Rectangle 53" o:spid="_x0000_s1079" style="position:absolute;margin-left:344.25pt;margin-top:5.45pt;width:19.5pt;height:16.5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" strokecolor="#f99d41" strokeweight="2pt"/>
        </w:pict>
      </w:r>
      <w:r>
        <w:rPr>
          <w:noProof/>
        </w:rPr>
        <w:pict>
          <v:rect id="Rectangle 54" o:spid="_x0000_s1080" style="position:absolute;margin-left:469.2pt;margin-top:21.95pt;width:19.5pt;height:16.5pt;z-index:2516495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" strokecolor="#f99d41" strokeweight="2pt"/>
        </w:pict>
      </w:r>
    </w:p>
    <w:p w:rsidR="00C01760" w:rsidRPr="001D0FD2" w:rsidRDefault="00C01760" w:rsidP="00E2315D">
      <w:pPr>
        <w:rPr>
          <w:rFonts w:ascii="Century Schoolbook" w:hAnsi="Century Schoolbook"/>
        </w:rPr>
      </w:pPr>
    </w:p>
    <w:p w:rsidR="00C01760" w:rsidRDefault="00C01760" w:rsidP="00E2315D">
      <w:pPr>
        <w:jc w:val="center"/>
        <w:rPr>
          <w:rFonts w:ascii="Century Schoolbook" w:hAnsi="Century Schoolbook"/>
          <w:b/>
          <w:color w:val="1F497D"/>
        </w:rPr>
      </w:pPr>
    </w:p>
    <w:p w:rsidR="00C01760" w:rsidRPr="001D0FD2" w:rsidRDefault="00C01760" w:rsidP="00E2315D">
      <w:pPr>
        <w:jc w:val="center"/>
        <w:rPr>
          <w:rFonts w:ascii="Century Schoolbook" w:hAnsi="Century Schoolbook"/>
          <w:b/>
          <w:color w:val="1F497D"/>
        </w:rPr>
      </w:pPr>
      <w:r w:rsidRPr="001D0FD2">
        <w:rPr>
          <w:rFonts w:ascii="Century Schoolbook" w:hAnsi="Century Schoolbook"/>
          <w:b/>
          <w:color w:val="1F497D"/>
        </w:rPr>
        <w:t>Assessing Court Practice: ICWA Applicability</w:t>
      </w:r>
    </w:p>
    <w:p w:rsidR="00C01760" w:rsidRPr="001D0FD2" w:rsidRDefault="00C01760" w:rsidP="00D21EA3">
      <w:pPr>
        <w:spacing w:after="0" w:line="240" w:lineRule="auto"/>
        <w:jc w:val="center"/>
        <w:rPr>
          <w:rFonts w:ascii="Century Schoolbook" w:hAnsi="Century Schoolbook"/>
          <w:b/>
        </w:rPr>
      </w:pPr>
      <w:r w:rsidRPr="001D0FD2">
        <w:rPr>
          <w:rFonts w:ascii="Century Schoolbook" w:hAnsi="Century Schoolbook"/>
          <w:b/>
          <w:u w:val="single"/>
        </w:rPr>
        <w:t>Discussion Question</w:t>
      </w:r>
      <w:r w:rsidRPr="001D0FD2">
        <w:rPr>
          <w:rFonts w:ascii="Century Schoolbook" w:hAnsi="Century Schoolbook"/>
        </w:rPr>
        <w:tab/>
      </w:r>
      <w:r w:rsidRPr="001D0FD2">
        <w:rPr>
          <w:rFonts w:ascii="Century Schoolbook" w:hAnsi="Century Schoolbook"/>
        </w:rPr>
        <w:tab/>
      </w:r>
      <w:r w:rsidRPr="001D0FD2">
        <w:rPr>
          <w:rFonts w:ascii="Century Schoolbook" w:hAnsi="Century Schoolbook"/>
          <w:b/>
        </w:rPr>
        <w:t xml:space="preserve">                </w:t>
      </w:r>
      <w:r w:rsidRPr="001D0FD2">
        <w:rPr>
          <w:rFonts w:ascii="Century Schoolbook" w:hAnsi="Century Schoolbook"/>
          <w:b/>
          <w:u w:val="single"/>
        </w:rPr>
        <w:t xml:space="preserve">Response </w:t>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Pr>
          <w:rFonts w:ascii="Century Schoolbook" w:hAnsi="Century Schoolbook"/>
          <w:b/>
        </w:rPr>
        <w:t xml:space="preserve">        </w:t>
      </w:r>
      <w:r w:rsidRPr="001D0FD2">
        <w:rPr>
          <w:rFonts w:ascii="Century Schoolbook" w:hAnsi="Century Schoolbook"/>
          <w:b/>
          <w:u w:val="single"/>
        </w:rPr>
        <w:t>Priority</w:t>
      </w:r>
    </w:p>
    <w:p w:rsidR="00C01760" w:rsidRPr="001D0FD2" w:rsidRDefault="00C01760" w:rsidP="00E2315D">
      <w:pPr>
        <w:spacing w:after="0" w:line="240" w:lineRule="auto"/>
        <w:ind w:left="2160" w:firstLine="720"/>
        <w:rPr>
          <w:rFonts w:ascii="Century Schoolbook" w:hAnsi="Century Schoolbook"/>
          <w:i/>
        </w:rPr>
      </w:pPr>
      <w:r w:rsidRPr="001D0FD2">
        <w:rPr>
          <w:rFonts w:ascii="Century Schoolbook" w:hAnsi="Century Schoolbook"/>
          <w:i/>
        </w:rPr>
        <w:t xml:space="preserve">          (to include discussion of strengths &amp; challenges)</w:t>
      </w:r>
    </w:p>
    <w:p w:rsidR="00C01760" w:rsidRPr="001D0FD2" w:rsidRDefault="00C01760" w:rsidP="00E2315D">
      <w:pPr>
        <w:rPr>
          <w:rFonts w:ascii="Century Schoolbook" w:hAnsi="Century Schoolbook"/>
        </w:rPr>
      </w:pPr>
      <w:r>
        <w:rPr>
          <w:noProof/>
        </w:rPr>
        <w:pict>
          <v:roundrect id="Rounded Rectangle 55" o:spid="_x0000_s1081" style="position:absolute;margin-left:2.4pt;margin-top:13.5pt;width:331.05pt;height:111.6pt;z-index:25165772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" strokecolor="#4f81bd" strokeweight="2pt"/>
        </w:pict>
      </w:r>
    </w:p>
    <w:p w:rsidR="00C01760" w:rsidRPr="001D0FD2" w:rsidRDefault="00C01760" w:rsidP="00E2315D">
      <w:pPr>
        <w:rPr>
          <w:rFonts w:ascii="Century Schoolbook" w:hAnsi="Century Schoolbook"/>
        </w:rPr>
      </w:pPr>
      <w:r>
        <w:rPr>
          <w:noProof/>
        </w:rPr>
        <w:pict>
          <v:rect id="_x0000_s1082" style="position:absolute;margin-left:-18.75pt;margin-top:81pt;width:135.75pt;height:85.5pt;z-index:-251659776;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rPr>
                      <w:i/>
                      <w:iCs/>
                      <w:color w:val="4F81BD"/>
                      <w:sz w:val="28"/>
                      <w:szCs w:val="28"/>
                    </w:rPr>
                  </w:pPr>
                  <w:r>
                    <w:rPr>
                      <w:sz w:val="20"/>
                      <w:szCs w:val="20"/>
                    </w:rPr>
                    <w:t>Does the court make culturally appropriate and respectful inquiry of ICWA applicability at every preliminary protective hearing?</w:t>
                  </w:r>
                </w:p>
              </w:txbxContent>
            </v:textbox>
            <w10:wrap type="square" anchorx="margin" anchory="margin"/>
          </v:rect>
        </w:pict>
      </w:r>
      <w:r>
        <w:rPr>
          <w:noProof/>
        </w:rPr>
        <w:pict>
          <v:rect id="Rectangle 58" o:spid="_x0000_s1083" style="position:absolute;margin-left:481.05pt;margin-top:.5pt;width:19.5pt;height:16.5pt;z-index:251658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" strokecolor="#f99d41" strokeweight="2pt"/>
        </w:pict>
      </w:r>
    </w:p>
    <w:p w:rsidR="00C01760" w:rsidRPr="001D0FD2" w:rsidRDefault="00C01760" w:rsidP="00E2315D">
      <w:pPr>
        <w:rPr>
          <w:rFonts w:ascii="Century Schoolbook" w:hAnsi="Century Schoolbook"/>
        </w:rPr>
      </w:pPr>
      <w:r>
        <w:rPr>
          <w:noProof/>
        </w:rPr>
        <w:pict>
          <v:rect id="Rectangle 56" o:spid="_x0000_s1084" style="position:absolute;margin-left:344.1pt;margin-top:8.35pt;width:19.5pt;height:16.5pt;z-index:2516669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59" o:spid="_x0000_s1085" style="position:absolute;margin-left:135pt;margin-top:7.8pt;width:331.2pt;height:111.6pt;z-index:25166080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" strokecolor="#4f81bd" strokeweight="2pt"/>
        </w:pict>
      </w:r>
    </w:p>
    <w:p w:rsidR="00C01760" w:rsidRPr="001D0FD2" w:rsidRDefault="00C01760" w:rsidP="00E2315D">
      <w:pPr>
        <w:rPr>
          <w:rFonts w:ascii="Century Schoolbook" w:hAnsi="Century Schoolbook"/>
        </w:rPr>
      </w:pPr>
      <w:r>
        <w:rPr>
          <w:noProof/>
        </w:rPr>
        <w:pict>
          <v:rect id="Rectangle 60" o:spid="_x0000_s1086" style="position:absolute;margin-left:344.7pt;margin-top:22.1pt;width:18.75pt;height:16.5pt;z-index:251661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" strokecolor="#f99d41" strokeweight="2pt"/>
        </w:pict>
      </w:r>
      <w:r>
        <w:rPr>
          <w:noProof/>
        </w:rPr>
        <w:pict>
          <v:rect id="_x0000_s1087" style="position:absolute;margin-left:-18.75pt;margin-top:212.25pt;width:135.75pt;height:58.5pt;z-index:-251656704;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rPr>
                      <w:i/>
                      <w:iCs/>
                      <w:color w:val="4F81BD"/>
                      <w:sz w:val="28"/>
                      <w:szCs w:val="28"/>
                    </w:rPr>
                  </w:pPr>
                  <w:r>
                    <w:rPr>
                      <w:sz w:val="20"/>
                      <w:szCs w:val="20"/>
                    </w:rPr>
                    <w:t>Is the court directly asking the parents about their Native heritage?</w:t>
                  </w:r>
                </w:p>
              </w:txbxContent>
            </v:textbox>
            <w10:wrap type="square" anchorx="margin" anchory="margin"/>
          </v:rec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63" o:spid="_x0000_s1088" style="position:absolute;margin-left:1.95pt;margin-top:2.25pt;width:331.2pt;height:111.6pt;z-index:25166387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" strokecolor="#4f81bd" strokeweight="2pt"/>
        </w:pict>
      </w:r>
      <w:r>
        <w:rPr>
          <w:noProof/>
        </w:rPr>
        <w:pict>
          <v:rect id="_x0000_s1089" style="position:absolute;margin-left:-18.75pt;margin-top:324pt;width:135.75pt;height:74.25pt;z-index:-251653632;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rPr>
                      <w:i/>
                      <w:iCs/>
                      <w:color w:val="4F81BD"/>
                      <w:sz w:val="28"/>
                      <w:szCs w:val="28"/>
                    </w:rPr>
                  </w:pPr>
                  <w:r>
                    <w:rPr>
                      <w:sz w:val="20"/>
                      <w:szCs w:val="20"/>
                    </w:rPr>
                    <w:t>Is there a designated space on the minute order for findings regarding ICWA inquiry and ICWA applicability?</w:t>
                  </w:r>
                </w:p>
              </w:txbxContent>
            </v:textbox>
            <w10:wrap type="square" anchorx="margin" anchory="margin"/>
          </v:rec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ect id="Rectangle 65" o:spid="_x0000_s1090" style="position:absolute;margin-left:343.8pt;margin-top:5.85pt;width:19.5pt;height:16.5pt;z-index:2516689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66" o:spid="_x0000_s1091" style="position:absolute;margin-left:6.6pt;margin-top:2.25pt;width:331.2pt;height:111.6pt;z-index:25166489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" strokecolor="#4f81bd" strokeweight="2pt"/>
        </w:pict>
      </w:r>
    </w:p>
    <w:p w:rsidR="00C01760" w:rsidRPr="001D0FD2" w:rsidRDefault="00C01760" w:rsidP="00E2315D">
      <w:pPr>
        <w:rPr>
          <w:rFonts w:ascii="Century Schoolbook" w:hAnsi="Century Schoolbook"/>
        </w:rPr>
      </w:pPr>
      <w:r>
        <w:rPr>
          <w:noProof/>
        </w:rPr>
        <w:pict>
          <v:rect id="Rectangle 68" o:spid="_x0000_s1092" style="position:absolute;margin-left:352.05pt;margin-top:22.4pt;width:19.5pt;height:16.5pt;z-index:2516720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" strokecolor="#f99d41" strokeweight="2pt"/>
        </w:pict>
      </w:r>
      <w:r>
        <w:rPr>
          <w:noProof/>
        </w:rPr>
        <w:pict>
          <v:rect id="_x0000_s1093" style="position:absolute;margin-left:-27pt;margin-top:455.25pt;width:135.75pt;height:58.5pt;z-index:-251646464;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rPr>
                      <w:i/>
                      <w:iCs/>
                      <w:color w:val="4F81BD"/>
                      <w:sz w:val="28"/>
                      <w:szCs w:val="28"/>
                    </w:rPr>
                  </w:pPr>
                  <w:r>
                    <w:rPr>
                      <w:sz w:val="20"/>
                      <w:szCs w:val="20"/>
                    </w:rPr>
                    <w:t xml:space="preserve">Does the court have a protocol in place for when ICWA is </w:t>
                  </w:r>
                  <w:r w:rsidRPr="00AD52C5">
                    <w:rPr>
                      <w:i/>
                      <w:sz w:val="20"/>
                      <w:szCs w:val="20"/>
                    </w:rPr>
                    <w:t>unknown</w:t>
                  </w:r>
                  <w:r>
                    <w:rPr>
                      <w:i/>
                      <w:sz w:val="20"/>
                      <w:szCs w:val="20"/>
                    </w:rPr>
                    <w:t>?</w:t>
                  </w:r>
                </w:p>
              </w:txbxContent>
            </v:textbox>
            <w10:wrap type="square" anchorx="margin" anchory="margin"/>
          </v:rec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69" o:spid="_x0000_s1094" style="position:absolute;margin-left:131.4pt;margin-top:21.4pt;width:334.8pt;height:111.6pt;z-index:25166592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" strokecolor="#4f81bd" strokeweight="2pt"/>
        </w:pict>
      </w:r>
    </w:p>
    <w:p w:rsidR="00C01760" w:rsidRPr="001D0FD2" w:rsidRDefault="00C01760" w:rsidP="00E2315D">
      <w:pPr>
        <w:rPr>
          <w:rFonts w:ascii="Century Schoolbook" w:hAnsi="Century Schoolbook"/>
        </w:rPr>
      </w:pPr>
      <w:r>
        <w:rPr>
          <w:noProof/>
        </w:rPr>
        <w:pict>
          <v:rect id="_x0000_s1095" style="position:absolute;margin-left:-27pt;margin-top:8in;width:135.75pt;height:73.5pt;z-index:-251645440;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rPr>
                      <w:i/>
                      <w:iCs/>
                      <w:color w:val="4F81BD"/>
                      <w:sz w:val="28"/>
                      <w:szCs w:val="28"/>
                    </w:rPr>
                  </w:pPr>
                  <w:r>
                    <w:rPr>
                      <w:sz w:val="20"/>
                      <w:szCs w:val="20"/>
                    </w:rPr>
                    <w:t xml:space="preserve">Is the court making a finding at </w:t>
                  </w:r>
                  <w:r w:rsidRPr="00AD52C5">
                    <w:rPr>
                      <w:i/>
                      <w:sz w:val="20"/>
                      <w:szCs w:val="20"/>
                    </w:rPr>
                    <w:t>every</w:t>
                  </w:r>
                  <w:r>
                    <w:rPr>
                      <w:sz w:val="20"/>
                      <w:szCs w:val="20"/>
                    </w:rPr>
                    <w:t xml:space="preserve"> preliminary protective hearing regarding ICWA applicability?</w:t>
                  </w:r>
                </w:p>
              </w:txbxContent>
            </v:textbox>
            <w10:wrap type="square" anchorx="margin" anchory="margin"/>
          </v:rect>
        </w:pict>
      </w:r>
    </w:p>
    <w:p w:rsidR="00C01760" w:rsidRPr="001D0FD2" w:rsidRDefault="00C01760" w:rsidP="00E2315D">
      <w:pPr>
        <w:rPr>
          <w:rFonts w:ascii="Century Schoolbook" w:hAnsi="Century Schoolbook"/>
        </w:rPr>
      </w:pPr>
      <w:r>
        <w:rPr>
          <w:noProof/>
        </w:rPr>
        <w:pict>
          <v:rect id="Rectangle 71" o:spid="_x0000_s1096" style="position:absolute;margin-left:355.2pt;margin-top:5.45pt;width:19.5pt;height:16.5pt;z-index:2516730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" strokecolor="#f99d41" strokeweight="2pt"/>
        </w:pict>
      </w:r>
      <w:r>
        <w:rPr>
          <w:noProof/>
        </w:rPr>
        <w:pict>
          <v:rect id="Rectangle 72" o:spid="_x0000_s1097" style="position:absolute;margin-left:469.2pt;margin-top:21.95pt;width:19.5pt;height:16.5pt;z-index:2516679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jc w:val="center"/>
        <w:rPr>
          <w:rFonts w:ascii="Century Schoolbook" w:hAnsi="Century Schoolbook"/>
          <w:b/>
          <w:color w:val="1F497D"/>
        </w:rPr>
      </w:pPr>
      <w:r w:rsidRPr="001D0FD2">
        <w:rPr>
          <w:rFonts w:ascii="Century Schoolbook" w:hAnsi="Century Schoolbook"/>
          <w:b/>
          <w:color w:val="1F497D"/>
        </w:rPr>
        <w:t>Assessing Court Practice: ICWA Compliance</w:t>
      </w:r>
    </w:p>
    <w:p w:rsidR="00C01760" w:rsidRPr="001D0FD2" w:rsidRDefault="00C01760" w:rsidP="00D21EA3">
      <w:pPr>
        <w:spacing w:after="0" w:line="240" w:lineRule="auto"/>
        <w:jc w:val="center"/>
        <w:rPr>
          <w:rFonts w:ascii="Century Schoolbook" w:hAnsi="Century Schoolbook"/>
          <w:b/>
        </w:rPr>
      </w:pPr>
      <w:r w:rsidRPr="001D0FD2">
        <w:rPr>
          <w:rFonts w:ascii="Century Schoolbook" w:hAnsi="Century Schoolbook"/>
          <w:b/>
          <w:u w:val="single"/>
        </w:rPr>
        <w:t>Discussion Question</w:t>
      </w:r>
      <w:r w:rsidRPr="001D0FD2">
        <w:rPr>
          <w:rFonts w:ascii="Century Schoolbook" w:hAnsi="Century Schoolbook"/>
        </w:rPr>
        <w:tab/>
      </w:r>
      <w:r w:rsidRPr="001D0FD2">
        <w:rPr>
          <w:rFonts w:ascii="Century Schoolbook" w:hAnsi="Century Schoolbook"/>
        </w:rPr>
        <w:tab/>
      </w:r>
      <w:r w:rsidRPr="001D0FD2">
        <w:rPr>
          <w:rFonts w:ascii="Century Schoolbook" w:hAnsi="Century Schoolbook"/>
          <w:b/>
        </w:rPr>
        <w:t xml:space="preserve">                </w:t>
      </w:r>
      <w:r w:rsidRPr="001D0FD2">
        <w:rPr>
          <w:rFonts w:ascii="Century Schoolbook" w:hAnsi="Century Schoolbook"/>
          <w:b/>
          <w:u w:val="single"/>
        </w:rPr>
        <w:t xml:space="preserve">Response </w:t>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Pr>
          <w:rFonts w:ascii="Century Schoolbook" w:hAnsi="Century Schoolbook"/>
          <w:b/>
        </w:rPr>
        <w:t xml:space="preserve">        </w:t>
      </w:r>
      <w:r w:rsidRPr="001D0FD2">
        <w:rPr>
          <w:rFonts w:ascii="Century Schoolbook" w:hAnsi="Century Schoolbook"/>
          <w:b/>
          <w:u w:val="single"/>
        </w:rPr>
        <w:t>Priority</w:t>
      </w:r>
    </w:p>
    <w:p w:rsidR="00C01760" w:rsidRPr="001D0FD2" w:rsidRDefault="00C01760" w:rsidP="00E2315D">
      <w:pPr>
        <w:spacing w:after="0" w:line="240" w:lineRule="auto"/>
        <w:ind w:left="2160" w:firstLine="720"/>
        <w:rPr>
          <w:rFonts w:ascii="Century Schoolbook" w:hAnsi="Century Schoolbook"/>
          <w:i/>
        </w:rPr>
      </w:pPr>
      <w:r w:rsidRPr="001D0FD2">
        <w:rPr>
          <w:rFonts w:ascii="Century Schoolbook" w:hAnsi="Century Schoolbook"/>
          <w:i/>
        </w:rPr>
        <w:t xml:space="preserve">          (to include discussion of strengths &amp; challenges)</w:t>
      </w:r>
    </w:p>
    <w:p w:rsidR="00C01760" w:rsidRPr="001D0FD2" w:rsidRDefault="00C01760" w:rsidP="00E2315D">
      <w:pPr>
        <w:rPr>
          <w:rFonts w:ascii="Century Schoolbook" w:hAnsi="Century Schoolbook"/>
        </w:rPr>
      </w:pPr>
      <w:r>
        <w:rPr>
          <w:noProof/>
        </w:rPr>
        <w:pict>
          <v:roundrect id="Rounded Rectangle 73" o:spid="_x0000_s1098" style="position:absolute;margin-left:2.25pt;margin-top:11.35pt;width:331.5pt;height:111.75pt;z-index:25167513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" strokecolor="#4f81bd" strokeweight="2pt"/>
        </w:pict>
      </w:r>
    </w:p>
    <w:p w:rsidR="00C01760" w:rsidRPr="001D0FD2" w:rsidRDefault="00C01760" w:rsidP="00E2315D">
      <w:pPr>
        <w:rPr>
          <w:rFonts w:ascii="Century Schoolbook" w:hAnsi="Century Schoolbook"/>
        </w:rPr>
      </w:pPr>
      <w:r>
        <w:rPr>
          <w:noProof/>
        </w:rPr>
        <w:pict>
          <v:rect id="_x0000_s1099" style="position:absolute;margin-left:-18.9pt;margin-top:81pt;width:135.75pt;height:69.75pt;z-index:-251642368;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rPr>
                      <w:i/>
                      <w:iCs/>
                      <w:color w:val="4F81BD"/>
                      <w:sz w:val="28"/>
                      <w:szCs w:val="28"/>
                    </w:rPr>
                  </w:pPr>
                  <w:r>
                    <w:rPr>
                      <w:sz w:val="20"/>
                      <w:szCs w:val="20"/>
                    </w:rPr>
                    <w:t>Has the court identified potential qualified expert witnesses who could testify in ICWA cases?</w:t>
                  </w:r>
                </w:p>
              </w:txbxContent>
            </v:textbox>
            <w10:wrap type="square" anchorx="margin" anchory="margin"/>
          </v:rect>
        </w:pict>
      </w:r>
      <w:r>
        <w:rPr>
          <w:noProof/>
        </w:rPr>
        <w:pict>
          <v:rect id="Rectangle 74" o:spid="_x0000_s1100" style="position:absolute;margin-left:344.1pt;margin-top:17pt;width:19.5pt;height:16.5pt;z-index:2516843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" strokecolor="#f99d41" strokeweight="2pt"/>
        </w:pict>
      </w:r>
      <w:r>
        <w:rPr>
          <w:noProof/>
        </w:rPr>
        <w:pict>
          <v:rect id="Rectangle 76" o:spid="_x0000_s1101" style="position:absolute;margin-left:481.05pt;margin-top:.5pt;width:19.5pt;height:16.5pt;z-index:2516761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77" o:spid="_x0000_s1102" style="position:absolute;margin-left:2.4pt;margin-top:7.8pt;width:331.2pt;height:111.75pt;z-index:25167820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" strokecolor="#4f81bd" strokeweight="2pt"/>
        </w:pict>
      </w:r>
      <w:r>
        <w:rPr>
          <w:noProof/>
        </w:rPr>
        <w:pict>
          <v:rect id="_x0000_s1103" style="position:absolute;margin-left:-18.9pt;margin-top:198.75pt;width:135.75pt;height:82.5pt;z-index:-251639296;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rPr>
                      <w:i/>
                      <w:iCs/>
                      <w:color w:val="4F81BD"/>
                      <w:sz w:val="28"/>
                      <w:szCs w:val="28"/>
                    </w:rPr>
                  </w:pPr>
                  <w:r>
                    <w:rPr>
                      <w:sz w:val="20"/>
                      <w:szCs w:val="20"/>
                    </w:rPr>
                    <w:t>Is there a designated space on the minute order for a finding of clear and convincing evidence of emotional or physical damage?</w:t>
                  </w:r>
                </w:p>
              </w:txbxContent>
            </v:textbox>
            <w10:wrap type="square" anchorx="margin" anchory="margin"/>
          </v:rect>
        </w:pict>
      </w:r>
      <w:r>
        <w:rPr>
          <w:noProof/>
        </w:rPr>
        <w:pict>
          <v:rect id="Rectangle 78" o:spid="_x0000_s1104" style="position:absolute;margin-left:485.65pt;margin-top:19.55pt;width:18.75pt;height:16.5pt;z-index:2516792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" strokecolor="#f99d41" strokeweight="2pt"/>
        </w:pict>
      </w:r>
    </w:p>
    <w:p w:rsidR="00C01760" w:rsidRPr="001D0FD2" w:rsidRDefault="00C01760" w:rsidP="00E2315D">
      <w:pPr>
        <w:rPr>
          <w:rFonts w:ascii="Century Schoolbook" w:hAnsi="Century Schoolbook"/>
        </w:rPr>
      </w:pPr>
      <w:r>
        <w:rPr>
          <w:noProof/>
        </w:rPr>
        <w:pict>
          <v:rect id="Rectangle 79" o:spid="_x0000_s1105" style="position:absolute;margin-left:343.95pt;margin-top:22.1pt;width:19.5pt;height:16.5pt;z-index:2516904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81" o:spid="_x0000_s1106" style="position:absolute;margin-left:2.4pt;margin-top:.75pt;width:331.2pt;height:111.75pt;z-index:25168128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" strokecolor="#4f81bd" strokeweight="2pt"/>
        </w:pict>
      </w:r>
      <w:r>
        <w:rPr>
          <w:noProof/>
        </w:rPr>
        <w:pict>
          <v:rect id="_x0000_s1107" style="position:absolute;margin-left:-18.9pt;margin-top:327pt;width:135.75pt;height:82.5pt;z-index:-251636224;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rPr>
                      <w:i/>
                      <w:iCs/>
                      <w:color w:val="4F81BD"/>
                      <w:sz w:val="28"/>
                      <w:szCs w:val="28"/>
                    </w:rPr>
                  </w:pPr>
                  <w:r>
                    <w:rPr>
                      <w:sz w:val="20"/>
                      <w:szCs w:val="20"/>
                    </w:rPr>
                    <w:t>Is there a protocol in place for delivering notice to the tribes in a timely fashion (i.e., at least 10 days prior to scheduled hearings)?</w:t>
                  </w:r>
                </w:p>
              </w:txbxContent>
            </v:textbox>
            <w10:wrap type="square" anchorx="margin" anchory="margin"/>
          </v:rect>
        </w:pict>
      </w:r>
    </w:p>
    <w:p w:rsidR="00C01760" w:rsidRPr="001D0FD2" w:rsidRDefault="00C01760" w:rsidP="00E2315D">
      <w:pPr>
        <w:rPr>
          <w:rFonts w:ascii="Century Schoolbook" w:hAnsi="Century Schoolbook"/>
        </w:rPr>
      </w:pPr>
      <w:r>
        <w:rPr>
          <w:noProof/>
        </w:rPr>
        <w:pict>
          <v:rect id="Rectangle 83" o:spid="_x0000_s1108" style="position:absolute;margin-left:343.95pt;margin-top:24.4pt;width:19.5pt;height:16.5pt;z-index:2516864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84" o:spid="_x0000_s1109" style="position:absolute;margin-left:2.4pt;margin-top:21.85pt;width:331.2pt;height:111.75pt;z-index:251682304;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" strokecolor="#4f81bd" strokeweight="2pt"/>
        </w:pict>
      </w:r>
    </w:p>
    <w:p w:rsidR="00C01760" w:rsidRPr="001D0FD2" w:rsidRDefault="00C01760" w:rsidP="00E2315D">
      <w:pPr>
        <w:rPr>
          <w:rFonts w:ascii="Century Schoolbook" w:hAnsi="Century Schoolbook"/>
        </w:rPr>
      </w:pPr>
      <w:r>
        <w:rPr>
          <w:noProof/>
        </w:rPr>
        <w:pict>
          <v:rect id="_x0000_s1110" style="position:absolute;margin-left:-18.9pt;margin-top:6in;width:135.75pt;height:101.25pt;z-index:-251629056;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" o:allowincell="f" strokecolor="#c00000" strokeweight="2pt">
            <v:textbox inset=",0,0,0">
              <w:txbxContent>
                <w:p w:rsidR="00C01760" w:rsidRPr="00850116" w:rsidRDefault="00C01760" w:rsidP="00383C63">
                  <w:pPr>
                    <w:pBdr>
                      <w:top w:val="single" w:sz="4" w:space="10" w:color="A7BFDE"/>
                      <w:bottom w:val="single" w:sz="4" w:space="10" w:color="A7BFDE"/>
                    </w:pBdr>
                    <w:spacing w:after="0"/>
                    <w:rPr>
                      <w:iCs/>
                      <w:sz w:val="20"/>
                      <w:szCs w:val="20"/>
                    </w:rPr>
                  </w:pPr>
                  <w:r>
                    <w:rPr>
                      <w:iCs/>
                      <w:sz w:val="20"/>
                      <w:szCs w:val="20"/>
                    </w:rPr>
                    <w:t xml:space="preserve">Is there a designated space on the minute orders (or alternative form) for the court to make a finding of active efforts and CPS to describe those efforts? </w:t>
                  </w:r>
                </w:p>
              </w:txbxContent>
            </v:textbox>
            <w10:wrap type="square" anchorx="margin" anchory="margin"/>
          </v:rect>
        </w:pict>
      </w:r>
    </w:p>
    <w:p w:rsidR="00C01760" w:rsidRPr="001D0FD2" w:rsidRDefault="00C01760" w:rsidP="00E2315D">
      <w:pPr>
        <w:rPr>
          <w:rFonts w:ascii="Century Schoolbook" w:hAnsi="Century Schoolbook"/>
        </w:rPr>
      </w:pPr>
      <w:r>
        <w:rPr>
          <w:noProof/>
        </w:rPr>
        <w:pict>
          <v:rect id="Rectangle 86" o:spid="_x0000_s1111" style="position:absolute;margin-left:344.1pt;margin-top:13.05pt;width:19.5pt;height:16.5pt;z-index:2516894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87" o:spid="_x0000_s1112" style="position:absolute;margin-left:2.55pt;margin-top:19.15pt;width:331.2pt;height:111.75pt;z-index:25168332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" strokecolor="#4f81bd" strokeweight="2pt"/>
        </w:pict>
      </w:r>
    </w:p>
    <w:p w:rsidR="00C01760" w:rsidRPr="001D0FD2" w:rsidRDefault="00C01760" w:rsidP="00E2315D">
      <w:pPr>
        <w:rPr>
          <w:rFonts w:ascii="Century Schoolbook" w:hAnsi="Century Schoolbook"/>
        </w:rPr>
      </w:pPr>
      <w:r>
        <w:rPr>
          <w:noProof/>
        </w:rPr>
        <w:pict>
          <v:rect id="_x0000_s1113" style="position:absolute;margin-left:-18.9pt;margin-top:567pt;width:135.75pt;height:1in;z-index:-251628032;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rPr>
                      <w:i/>
                      <w:iCs/>
                      <w:color w:val="4F81BD"/>
                      <w:sz w:val="28"/>
                      <w:szCs w:val="28"/>
                    </w:rPr>
                  </w:pPr>
                  <w:r>
                    <w:rPr>
                      <w:sz w:val="20"/>
                      <w:szCs w:val="20"/>
                    </w:rPr>
                    <w:t>Is there a designated space for documentation of active efforts (for both CPS and court findings) in the case file?</w:t>
                  </w:r>
                </w:p>
              </w:txbxContent>
            </v:textbox>
            <w10:wrap type="square" anchorx="margin" anchory="margin"/>
          </v:rect>
        </w:pict>
      </w:r>
    </w:p>
    <w:p w:rsidR="00C01760" w:rsidRPr="001D0FD2" w:rsidRDefault="00C01760" w:rsidP="00E2315D">
      <w:pPr>
        <w:rPr>
          <w:rFonts w:ascii="Century Schoolbook" w:hAnsi="Century Schoolbook"/>
        </w:rPr>
      </w:pPr>
      <w:r>
        <w:rPr>
          <w:noProof/>
        </w:rPr>
        <w:pict>
          <v:rect id="Rectangle 89" o:spid="_x0000_s1114" style="position:absolute;margin-left:344.1pt;margin-top:13pt;width:19.5pt;height:16.5pt;z-index:2516915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" strokecolor="#f99d41" strokeweight="2pt"/>
        </w:pict>
      </w:r>
      <w:r>
        <w:rPr>
          <w:noProof/>
        </w:rPr>
        <w:pict>
          <v:rect id="Rectangle 90" o:spid="_x0000_s1115" style="position:absolute;margin-left:469.2pt;margin-top:21.95pt;width:19.5pt;height:16.5pt;z-index:2516853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jc w:val="center"/>
        <w:rPr>
          <w:rFonts w:ascii="Century Schoolbook" w:hAnsi="Century Schoolbook"/>
          <w:b/>
          <w:color w:val="1F497D"/>
        </w:rPr>
      </w:pPr>
      <w:bookmarkStart w:id="0" w:name="_GoBack"/>
      <w:bookmarkEnd w:id="0"/>
      <w:r w:rsidRPr="001D0FD2">
        <w:rPr>
          <w:rFonts w:ascii="Century Schoolbook" w:hAnsi="Century Schoolbook"/>
          <w:b/>
          <w:color w:val="1F497D"/>
        </w:rPr>
        <w:t>Assessing Court Practice: Compliance &amp; Engagement</w:t>
      </w:r>
    </w:p>
    <w:p w:rsidR="00C01760" w:rsidRPr="001D0FD2" w:rsidRDefault="00C01760" w:rsidP="00D21EA3">
      <w:pPr>
        <w:spacing w:after="0" w:line="240" w:lineRule="auto"/>
        <w:jc w:val="center"/>
        <w:rPr>
          <w:rFonts w:ascii="Century Schoolbook" w:hAnsi="Century Schoolbook"/>
          <w:b/>
        </w:rPr>
      </w:pPr>
      <w:r w:rsidRPr="001D0FD2">
        <w:rPr>
          <w:rFonts w:ascii="Century Schoolbook" w:hAnsi="Century Schoolbook"/>
          <w:b/>
          <w:u w:val="single"/>
        </w:rPr>
        <w:t>Discussion Question</w:t>
      </w:r>
      <w:r w:rsidRPr="001D0FD2">
        <w:rPr>
          <w:rFonts w:ascii="Century Schoolbook" w:hAnsi="Century Schoolbook"/>
        </w:rPr>
        <w:tab/>
      </w:r>
      <w:r w:rsidRPr="001D0FD2">
        <w:rPr>
          <w:rFonts w:ascii="Century Schoolbook" w:hAnsi="Century Schoolbook"/>
        </w:rPr>
        <w:tab/>
      </w:r>
      <w:r w:rsidRPr="001D0FD2">
        <w:rPr>
          <w:rFonts w:ascii="Century Schoolbook" w:hAnsi="Century Schoolbook"/>
          <w:b/>
        </w:rPr>
        <w:t xml:space="preserve">                </w:t>
      </w:r>
      <w:r w:rsidRPr="001D0FD2">
        <w:rPr>
          <w:rFonts w:ascii="Century Schoolbook" w:hAnsi="Century Schoolbook"/>
          <w:b/>
          <w:u w:val="single"/>
        </w:rPr>
        <w:t xml:space="preserve">Response </w:t>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sidRPr="001D0FD2">
        <w:rPr>
          <w:rFonts w:ascii="Century Schoolbook" w:hAnsi="Century Schoolbook"/>
          <w:b/>
        </w:rPr>
        <w:tab/>
      </w:r>
      <w:r>
        <w:rPr>
          <w:rFonts w:ascii="Century Schoolbook" w:hAnsi="Century Schoolbook"/>
          <w:b/>
        </w:rPr>
        <w:t xml:space="preserve">        </w:t>
      </w:r>
      <w:r w:rsidRPr="001D0FD2">
        <w:rPr>
          <w:rFonts w:ascii="Century Schoolbook" w:hAnsi="Century Schoolbook"/>
          <w:b/>
          <w:u w:val="single"/>
        </w:rPr>
        <w:t>Priority</w:t>
      </w:r>
    </w:p>
    <w:p w:rsidR="00C01760" w:rsidRPr="001D0FD2" w:rsidRDefault="00C01760" w:rsidP="004D2486">
      <w:pPr>
        <w:spacing w:after="0" w:line="240" w:lineRule="auto"/>
        <w:ind w:left="2160" w:firstLine="720"/>
        <w:rPr>
          <w:rFonts w:ascii="Century Schoolbook" w:hAnsi="Century Schoolbook"/>
          <w:i/>
        </w:rPr>
      </w:pPr>
      <w:r w:rsidRPr="001D0FD2">
        <w:rPr>
          <w:rFonts w:ascii="Century Schoolbook" w:hAnsi="Century Schoolbook"/>
          <w:i/>
        </w:rPr>
        <w:t>(to include discussion of strengths &amp; challenges)</w:t>
      </w:r>
    </w:p>
    <w:p w:rsidR="00C01760" w:rsidRPr="001D0FD2" w:rsidRDefault="00C01760" w:rsidP="00E2315D">
      <w:pPr>
        <w:rPr>
          <w:rFonts w:ascii="Century Schoolbook" w:hAnsi="Century Schoolbook"/>
        </w:rPr>
      </w:pPr>
      <w:r>
        <w:rPr>
          <w:noProof/>
        </w:rPr>
        <w:pict>
          <v:roundrect id="Rounded Rectangle 91" o:spid="_x0000_s1116" style="position:absolute;margin-left:2.1pt;margin-top:13.5pt;width:331.5pt;height:111.75pt;z-index:25169356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" strokecolor="#4f81bd" strokeweight="2pt"/>
        </w:pict>
      </w:r>
    </w:p>
    <w:p w:rsidR="00C01760" w:rsidRPr="001D0FD2" w:rsidRDefault="00C01760" w:rsidP="00E2315D">
      <w:pPr>
        <w:rPr>
          <w:rFonts w:ascii="Century Schoolbook" w:hAnsi="Century Schoolbook"/>
        </w:rPr>
      </w:pPr>
      <w:r>
        <w:rPr>
          <w:noProof/>
        </w:rPr>
        <w:pict>
          <v:rect id="_x0000_s1117" style="position:absolute;margin-left:-18.9pt;margin-top:81pt;width:135.75pt;height:71.25pt;z-index:-251623936;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rPr>
                      <w:i/>
                      <w:iCs/>
                      <w:color w:val="4F81BD"/>
                      <w:sz w:val="28"/>
                      <w:szCs w:val="28"/>
                    </w:rPr>
                  </w:pPr>
                  <w:r>
                    <w:rPr>
                      <w:sz w:val="20"/>
                      <w:szCs w:val="20"/>
                    </w:rPr>
                    <w:t>Is there a protocol in place for involving the tribe in case planning? Is the tribe involved in case planning? If so, how?</w:t>
                  </w:r>
                </w:p>
              </w:txbxContent>
            </v:textbox>
            <w10:wrap type="square" anchorx="margin" anchory="margin"/>
          </v:rect>
        </w:pict>
      </w:r>
      <w:r>
        <w:rPr>
          <w:noProof/>
        </w:rPr>
        <w:pict>
          <v:rect id="Rectangle 92" o:spid="_x0000_s1118" style="position:absolute;margin-left:344.1pt;margin-top:17.05pt;width:19.5pt;height:16.5pt;z-index:2517017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" strokecolor="#f99d41" strokeweight="2pt"/>
        </w:pict>
      </w:r>
      <w:r>
        <w:rPr>
          <w:noProof/>
        </w:rPr>
        <w:pict>
          <v:rect id="Rectangle 94" o:spid="_x0000_s1119" style="position:absolute;margin-left:481.05pt;margin-top:.5pt;width:19.5pt;height:16.5pt;z-index:2516945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95" o:spid="_x0000_s1120" style="position:absolute;margin-left:135pt;margin-top:11.5pt;width:331.2pt;height:111.75pt;z-index:25169664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" strokecolor="#4f81bd" strokeweight="2pt"/>
        </w:pict>
      </w:r>
    </w:p>
    <w:p w:rsidR="00C01760" w:rsidRPr="001D0FD2" w:rsidRDefault="00C01760" w:rsidP="00E2315D">
      <w:pPr>
        <w:rPr>
          <w:rFonts w:ascii="Century Schoolbook" w:hAnsi="Century Schoolbook"/>
        </w:rPr>
      </w:pPr>
      <w:r>
        <w:rPr>
          <w:noProof/>
        </w:rPr>
        <w:pict>
          <v:rect id="_x0000_s1121" style="position:absolute;margin-left:-18.75pt;margin-top:212.25pt;width:135.75pt;height:58.5pt;z-index:-251620864;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" o:allowincell="f" strokecolor="#c00000" strokeweight="2pt">
            <v:textbox inset=",0,0,0">
              <w:txbxContent>
                <w:p w:rsidR="00C01760" w:rsidRPr="00383C63" w:rsidRDefault="00C01760" w:rsidP="00C47AF6">
                  <w:pPr>
                    <w:rPr>
                      <w:i/>
                      <w:iCs/>
                      <w:color w:val="4F81BD"/>
                      <w:sz w:val="28"/>
                      <w:szCs w:val="28"/>
                    </w:rPr>
                  </w:pPr>
                  <w:r>
                    <w:rPr>
                      <w:sz w:val="20"/>
                      <w:szCs w:val="20"/>
                    </w:rPr>
                    <w:t>Are tribes meaningfully participating in hearings?</w:t>
                  </w:r>
                </w:p>
              </w:txbxContent>
            </v:textbox>
            <w10:wrap type="square" anchorx="margin" anchory="margin"/>
          </v:rect>
        </w:pict>
      </w:r>
    </w:p>
    <w:p w:rsidR="00C01760" w:rsidRPr="001D0FD2" w:rsidRDefault="00C01760" w:rsidP="00E2315D">
      <w:pPr>
        <w:rPr>
          <w:rFonts w:ascii="Century Schoolbook" w:hAnsi="Century Schoolbook"/>
        </w:rPr>
      </w:pPr>
      <w:r>
        <w:rPr>
          <w:noProof/>
        </w:rPr>
        <w:pict>
          <v:rect id="Rectangle 97" o:spid="_x0000_s1122" style="position:absolute;margin-left:344.1pt;margin-top:5.9pt;width:19.5pt;height:16.5pt;z-index:2517079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99" o:spid="_x0000_s1123" style="position:absolute;margin-left:2.55pt;margin-top:2.25pt;width:331.2pt;height:111.75pt;z-index:25169868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" strokecolor="#4f81bd" strokeweight="2pt"/>
        </w:pict>
      </w:r>
    </w:p>
    <w:p w:rsidR="00C01760" w:rsidRPr="001D0FD2" w:rsidRDefault="00C01760" w:rsidP="00E2315D">
      <w:pPr>
        <w:rPr>
          <w:rFonts w:ascii="Century Schoolbook" w:hAnsi="Century Schoolbook"/>
        </w:rPr>
      </w:pPr>
      <w:r>
        <w:rPr>
          <w:noProof/>
        </w:rPr>
        <w:pict>
          <v:rect id="_x0000_s1124" style="position:absolute;margin-left:-18.9pt;margin-top:328.45pt;width:135.75pt;height:59.25pt;z-index:-251618816;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" o:allowincell="f" strokecolor="#c00000" strokeweight="2pt">
            <v:textbox inset=",0,0,0">
              <w:txbxContent>
                <w:p w:rsidR="00C01760" w:rsidRDefault="00C01760" w:rsidP="00850116">
                  <w:pPr>
                    <w:rPr>
                      <w:sz w:val="20"/>
                      <w:szCs w:val="20"/>
                    </w:rPr>
                  </w:pPr>
                  <w:r>
                    <w:rPr>
                      <w:sz w:val="20"/>
                      <w:szCs w:val="20"/>
                    </w:rPr>
                    <w:t>Is the court ensuring that every child and family receives culturally appropriate services?</w:t>
                  </w:r>
                </w:p>
                <w:p w:rsidR="00C01760" w:rsidRPr="00383C63" w:rsidRDefault="00C01760" w:rsidP="00383C63">
                  <w:pPr>
                    <w:pBdr>
                      <w:top w:val="single" w:sz="4" w:space="10" w:color="A7BFDE"/>
                      <w:bottom w:val="single" w:sz="4" w:space="10" w:color="A7BFDE"/>
                    </w:pBdr>
                    <w:spacing w:after="0"/>
                    <w:jc w:val="center"/>
                    <w:rPr>
                      <w:i/>
                      <w:iCs/>
                      <w:color w:val="4F81BD"/>
                      <w:sz w:val="28"/>
                      <w:szCs w:val="28"/>
                    </w:rPr>
                  </w:pPr>
                </w:p>
              </w:txbxContent>
            </v:textbox>
            <w10:wrap type="square" anchorx="margin" anchory="margin"/>
          </v:rect>
        </w:pict>
      </w:r>
    </w:p>
    <w:p w:rsidR="00C01760" w:rsidRPr="001D0FD2" w:rsidRDefault="00C01760" w:rsidP="00E2315D">
      <w:pPr>
        <w:rPr>
          <w:rFonts w:ascii="Century Schoolbook" w:hAnsi="Century Schoolbook"/>
        </w:rPr>
      </w:pPr>
      <w:r>
        <w:rPr>
          <w:noProof/>
        </w:rPr>
        <w:pict>
          <v:rect id="Rectangle 101" o:spid="_x0000_s1125" style="position:absolute;margin-left:344.25pt;margin-top:-.05pt;width:19.5pt;height:16.5pt;z-index:2517038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" strokecolor="#f99d41"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102" o:spid="_x0000_s1126" style="position:absolute;margin-left:135pt;margin-top:21.85pt;width:331.2pt;height:111.75pt;z-index:25169971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" strokecolor="#4f81bd"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ect id="Rectangle 104" o:spid="_x0000_s1127" style="position:absolute;margin-left:344.1pt;margin-top:22.05pt;width:19.5pt;height:16.5pt;z-index:2517068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" strokecolor="#f99d41" strokeweight="2pt"/>
        </w:pict>
      </w:r>
      <w:r>
        <w:rPr>
          <w:noProof/>
        </w:rPr>
        <w:pict>
          <v:rect id="_x0000_s1128" style="position:absolute;margin-left:-18.9pt;margin-top:455.25pt;width:135.75pt;height:58.5pt;z-index:-251611648;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" o:allowincell="f" strokecolor="#c00000" strokeweight="2pt">
            <v:textbox inset=",0,0,0">
              <w:txbxContent>
                <w:p w:rsidR="00C01760" w:rsidRPr="00857A3E" w:rsidRDefault="00C01760" w:rsidP="00850116">
                  <w:pPr>
                    <w:rPr>
                      <w:sz w:val="20"/>
                      <w:szCs w:val="20"/>
                    </w:rPr>
                  </w:pPr>
                  <w:r>
                    <w:rPr>
                      <w:sz w:val="20"/>
                      <w:szCs w:val="20"/>
                    </w:rPr>
                    <w:t>Is data being collected in order to identify the court’s performance regarding ICWA compliance?</w:t>
                  </w:r>
                </w:p>
                <w:p w:rsidR="00C01760" w:rsidRPr="00383C63" w:rsidRDefault="00C01760" w:rsidP="00850116">
                  <w:pPr>
                    <w:rPr>
                      <w:i/>
                      <w:iCs/>
                      <w:color w:val="4F81BD"/>
                      <w:sz w:val="28"/>
                      <w:szCs w:val="28"/>
                    </w:rPr>
                  </w:pPr>
                </w:p>
              </w:txbxContent>
            </v:textbox>
            <w10:wrap type="square" anchorx="margin" anchory="margin"/>
          </v:rec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oundrect id="Rounded Rectangle 105" o:spid="_x0000_s1129" style="position:absolute;margin-left:135pt;margin-top:21.4pt;width:331.2pt;height:111.75pt;z-index:251700736;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" strokecolor="#4f81bd" strokeweight="2pt"/>
        </w:pict>
      </w:r>
    </w:p>
    <w:p w:rsidR="00C01760" w:rsidRPr="001D0FD2" w:rsidRDefault="00C01760" w:rsidP="00E2315D">
      <w:pPr>
        <w:rPr>
          <w:rFonts w:ascii="Century Schoolbook" w:hAnsi="Century Schoolbook"/>
        </w:rPr>
      </w:pPr>
    </w:p>
    <w:p w:rsidR="00C01760" w:rsidRPr="001D0FD2" w:rsidRDefault="00C01760" w:rsidP="00E2315D">
      <w:pPr>
        <w:rPr>
          <w:rFonts w:ascii="Century Schoolbook" w:hAnsi="Century Schoolbook"/>
        </w:rPr>
      </w:pPr>
      <w:r>
        <w:rPr>
          <w:noProof/>
        </w:rPr>
        <w:pict>
          <v:rect id="Rectangle 107" o:spid="_x0000_s1130" style="position:absolute;margin-left:344.1pt;margin-top:13pt;width:19.5pt;height:16.5pt;z-index:2517089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" strokecolor="#f99d41" strokeweight="2pt"/>
        </w:pict>
      </w:r>
      <w:r>
        <w:rPr>
          <w:noProof/>
        </w:rPr>
        <w:pict>
          <v:rect id="_x0000_s1131" style="position:absolute;margin-left:-18.9pt;margin-top:584.25pt;width:135.75pt;height:54pt;z-index:-251610624;visibility:visible;mso-wrap-distance-left:14.4pt;mso-wrap-distance-top:7.2pt;mso-wrap-distance-right:14.4pt;mso-wrap-distance-bottom:7.2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" o:allowincell="f" strokecolor="#c00000" strokeweight="2pt">
            <v:textbox inset=",0,0,0">
              <w:txbxContent>
                <w:p w:rsidR="00C01760" w:rsidRPr="00383C63" w:rsidRDefault="00C01760" w:rsidP="00383C63">
                  <w:pPr>
                    <w:pBdr>
                      <w:top w:val="single" w:sz="4" w:space="10" w:color="A7BFDE"/>
                      <w:bottom w:val="single" w:sz="4" w:space="10" w:color="A7BFDE"/>
                    </w:pBdr>
                    <w:spacing w:after="0"/>
                    <w:rPr>
                      <w:i/>
                      <w:iCs/>
                      <w:color w:val="4F81BD"/>
                      <w:sz w:val="28"/>
                      <w:szCs w:val="28"/>
                    </w:rPr>
                  </w:pPr>
                  <w:r>
                    <w:rPr>
                      <w:sz w:val="20"/>
                      <w:szCs w:val="20"/>
                    </w:rPr>
                    <w:t>Are all aspects of ICWA compliance being clearly documented in the case file?</w:t>
                  </w:r>
                </w:p>
              </w:txbxContent>
            </v:textbox>
            <w10:wrap type="square" anchorx="margin" anchory="margin"/>
          </v:rect>
        </w:pict>
      </w:r>
      <w:r>
        <w:rPr>
          <w:noProof/>
        </w:rPr>
        <w:pict>
          <v:rect id="Rectangle 108" o:spid="_x0000_s1132" style="position:absolute;margin-left:469.2pt;margin-top:21.95pt;width:19.5pt;height:16.5pt;z-index:2517027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" strokecolor="#f99d41" strokeweight="2pt"/>
        </w:pict>
      </w:r>
    </w:p>
    <w:sectPr w:rsidR="00C01760" w:rsidRPr="001D0FD2" w:rsidSect="0031608F">
      <w:pgSz w:w="12240" w:h="15840"/>
      <w:pgMar w:top="810" w:right="1008" w:bottom="1440" w:left="1008" w:header="720" w:footer="0" w:gutter="0"/>
      <w:pgBorders w:offsetFrom="page">
        <w:top w:val="threeDEmboss" w:sz="24" w:space="24" w:color="80000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760" w:rsidRDefault="00C01760">
      <w:r>
        <w:separator/>
      </w:r>
    </w:p>
  </w:endnote>
  <w:endnote w:type="continuationSeparator" w:id="0">
    <w:p w:rsidR="00C01760" w:rsidRDefault="00C01760">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altName w:val="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760" w:rsidRDefault="00C01760" w:rsidP="00FB6601">
    <w:pPr>
      <w:pStyle w:val="Footer"/>
      <w:tabs>
        <w:tab w:val="left" w:pos="2344"/>
        <w:tab w:val="center" w:pos="4932"/>
      </w:tabs>
      <w:spacing w:after="0"/>
      <w:ind w:right="360"/>
      <w:rPr>
        <w:rFonts w:ascii="Century Schoolbook" w:hAnsi="Century Schoolbook"/>
        <w:sz w:val="20"/>
        <w:szCs w:val="20"/>
      </w:rPr>
    </w:pPr>
    <w:r w:rsidRPr="00FB6601">
      <w:rPr>
        <w:rFonts w:ascii="Century Schoolbook" w:hAnsi="Century Schoolbook"/>
        <w:sz w:val="20"/>
        <w:szCs w:val="20"/>
      </w:rPr>
      <w:tab/>
    </w:r>
    <w:r w:rsidRPr="00FB6601">
      <w:rPr>
        <w:rFonts w:ascii="Century Schoolbook" w:hAnsi="Century Schoolbook"/>
        <w:sz w:val="20"/>
        <w:szCs w:val="20"/>
      </w:rPr>
      <w:tab/>
      <w:t>National Council of Juvenile and Family Court Judges</w:t>
    </w:r>
  </w:p>
  <w:p w:rsidR="00C01760" w:rsidRPr="00FB6601" w:rsidRDefault="00C01760" w:rsidP="00FB6601">
    <w:pPr>
      <w:pStyle w:val="Footer"/>
      <w:tabs>
        <w:tab w:val="left" w:pos="2344"/>
        <w:tab w:val="center" w:pos="4932"/>
      </w:tabs>
      <w:spacing w:after="0"/>
      <w:ind w:right="360"/>
      <w:jc w:val="center"/>
      <w:rPr>
        <w:rFonts w:ascii="Century Schoolbook" w:hAnsi="Century Schoolbook"/>
        <w:sz w:val="20"/>
        <w:szCs w:val="20"/>
      </w:rPr>
    </w:pPr>
    <w:r w:rsidRPr="00FB6601">
      <w:rPr>
        <w:rFonts w:ascii="Century Schoolbook" w:hAnsi="Century Schoolbook"/>
        <w:sz w:val="20"/>
        <w:szCs w:val="20"/>
      </w:rPr>
      <w:t>2012</w:t>
    </w:r>
  </w:p>
  <w:p w:rsidR="00C01760" w:rsidRDefault="00C01760" w:rsidP="00CA0B29">
    <w:pPr>
      <w:pStyle w:val="Footer"/>
      <w:tabs>
        <w:tab w:val="clear" w:pos="4680"/>
        <w:tab w:val="clear" w:pos="9360"/>
        <w:tab w:val="left" w:pos="139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760" w:rsidRDefault="00C01760">
      <w:r>
        <w:separator/>
      </w:r>
    </w:p>
  </w:footnote>
  <w:footnote w:type="continuationSeparator" w:id="0">
    <w:p w:rsidR="00C01760" w:rsidRDefault="00C01760">
      <w:r>
        <w:continuationSeparator/>
      </w:r>
    </w:p>
  </w:footnote>
  <w:footnote w:id="1">
    <w:p w:rsidR="00C01760" w:rsidRDefault="00C01760" w:rsidP="00444E9A">
      <w:pPr>
        <w:pStyle w:val="FootnoteText"/>
      </w:pPr>
      <w:r w:rsidRPr="00E21E82">
        <w:rPr>
          <w:rStyle w:val="FootnoteReference"/>
          <w:rFonts w:ascii="Century Schoolbook" w:hAnsi="Century Schoolbook" w:cs="Arial"/>
        </w:rPr>
        <w:footnoteRef/>
      </w:r>
      <w:r w:rsidRPr="00E21E82">
        <w:rPr>
          <w:rFonts w:ascii="Century Schoolbook" w:hAnsi="Century Schoolbook" w:cs="Arial"/>
        </w:rPr>
        <w:t xml:space="preserve"> For more information, please see the American Indian Enhancement Project website at </w:t>
      </w:r>
      <w:hyperlink r:id="rId1" w:history="1">
        <w:r w:rsidRPr="00E21E82">
          <w:rPr>
            <w:rStyle w:val="Hyperlink"/>
            <w:rFonts w:ascii="Century Schoolbook" w:hAnsi="Century Schoolbook" w:cs="Arial"/>
          </w:rPr>
          <w:t>http://calswec.berkeley.edu/CalSWEC/AIE/AIE_home.html</w:t>
        </w:r>
      </w:hyperlink>
      <w:r w:rsidRPr="00E21E82">
        <w:rPr>
          <w:rFonts w:ascii="Century Schoolbook" w:hAnsi="Century Schoolbook"/>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760" w:rsidRDefault="00C01760" w:rsidP="00CA0B29">
    <w:pPr>
      <w:pStyle w:val="Header"/>
      <w:jc w:val="center"/>
    </w:pPr>
    <w:r w:rsidRPr="004F04C1">
      <w:rPr>
        <w:rFonts w:ascii="Century Schoolbook" w:hAnsi="Century Schoolbook"/>
        <w:i/>
        <w:sz w:val="20"/>
        <w:szCs w:val="20"/>
      </w:rPr>
      <w:t xml:space="preserve">Improving Compliance with ICWA </w:t>
    </w:r>
    <w:r>
      <w:rPr>
        <w:rFonts w:ascii="Century Schoolbook" w:hAnsi="Century Schoolbook"/>
        <w:i/>
        <w:sz w:val="20"/>
        <w:szCs w:val="20"/>
      </w:rPr>
      <w:t>Discussion Guide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9007AB"/>
    <w:multiLevelType w:val="hybridMultilevel"/>
    <w:tmpl w:val="31FA8F10"/>
    <w:lvl w:ilvl="0" w:tplc="AFDE843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58A1"/>
    <w:rsid w:val="00005830"/>
    <w:rsid w:val="000C61E2"/>
    <w:rsid w:val="001365BF"/>
    <w:rsid w:val="00185678"/>
    <w:rsid w:val="001B4300"/>
    <w:rsid w:val="001D0FD2"/>
    <w:rsid w:val="00226FBA"/>
    <w:rsid w:val="00270F87"/>
    <w:rsid w:val="002747AF"/>
    <w:rsid w:val="002F0EB5"/>
    <w:rsid w:val="0031608F"/>
    <w:rsid w:val="00335D5D"/>
    <w:rsid w:val="00383C63"/>
    <w:rsid w:val="003A1779"/>
    <w:rsid w:val="00434505"/>
    <w:rsid w:val="00444E9A"/>
    <w:rsid w:val="00457DC6"/>
    <w:rsid w:val="0046535F"/>
    <w:rsid w:val="004B749D"/>
    <w:rsid w:val="004D2486"/>
    <w:rsid w:val="004F04C1"/>
    <w:rsid w:val="00513696"/>
    <w:rsid w:val="00553313"/>
    <w:rsid w:val="00577D9E"/>
    <w:rsid w:val="005D798F"/>
    <w:rsid w:val="00671613"/>
    <w:rsid w:val="006A0238"/>
    <w:rsid w:val="006E2619"/>
    <w:rsid w:val="0076387F"/>
    <w:rsid w:val="00837D7E"/>
    <w:rsid w:val="00850116"/>
    <w:rsid w:val="00857A3E"/>
    <w:rsid w:val="00860BF1"/>
    <w:rsid w:val="008656B4"/>
    <w:rsid w:val="008758A0"/>
    <w:rsid w:val="008B53A6"/>
    <w:rsid w:val="008C5A5D"/>
    <w:rsid w:val="00967D4F"/>
    <w:rsid w:val="009936B9"/>
    <w:rsid w:val="00AB66C7"/>
    <w:rsid w:val="00AD52C5"/>
    <w:rsid w:val="00B143FF"/>
    <w:rsid w:val="00B914CD"/>
    <w:rsid w:val="00BA3D64"/>
    <w:rsid w:val="00BB0A2E"/>
    <w:rsid w:val="00C01760"/>
    <w:rsid w:val="00C035C3"/>
    <w:rsid w:val="00C06347"/>
    <w:rsid w:val="00C47AF6"/>
    <w:rsid w:val="00C741CD"/>
    <w:rsid w:val="00CA0B29"/>
    <w:rsid w:val="00CA1314"/>
    <w:rsid w:val="00CA659A"/>
    <w:rsid w:val="00CC2EA1"/>
    <w:rsid w:val="00CE66C4"/>
    <w:rsid w:val="00D03D68"/>
    <w:rsid w:val="00D21EA3"/>
    <w:rsid w:val="00D63167"/>
    <w:rsid w:val="00D81A8C"/>
    <w:rsid w:val="00E21E82"/>
    <w:rsid w:val="00E2315D"/>
    <w:rsid w:val="00F406D2"/>
    <w:rsid w:val="00F6412A"/>
    <w:rsid w:val="00FB6601"/>
    <w:rsid w:val="00FE58A1"/>
    <w:rsid w:val="00FE63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4C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E58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E58A1"/>
    <w:rPr>
      <w:rFonts w:ascii="Tahoma" w:hAnsi="Tahoma" w:cs="Tahoma"/>
      <w:sz w:val="16"/>
      <w:szCs w:val="16"/>
    </w:rPr>
  </w:style>
  <w:style w:type="paragraph" w:styleId="FootnoteText">
    <w:name w:val="footnote text"/>
    <w:basedOn w:val="Normal"/>
    <w:link w:val="FootnoteTextChar"/>
    <w:uiPriority w:val="99"/>
    <w:semiHidden/>
    <w:rsid w:val="001D0FD2"/>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9936B9"/>
    <w:rPr>
      <w:rFonts w:cs="Times New Roman"/>
      <w:sz w:val="20"/>
      <w:szCs w:val="20"/>
    </w:rPr>
  </w:style>
  <w:style w:type="character" w:styleId="FootnoteReference">
    <w:name w:val="footnote reference"/>
    <w:basedOn w:val="DefaultParagraphFont"/>
    <w:uiPriority w:val="99"/>
    <w:semiHidden/>
    <w:rsid w:val="001D0FD2"/>
    <w:rPr>
      <w:rFonts w:cs="Times New Roman"/>
      <w:vertAlign w:val="superscript"/>
    </w:rPr>
  </w:style>
  <w:style w:type="character" w:styleId="Hyperlink">
    <w:name w:val="Hyperlink"/>
    <w:basedOn w:val="DefaultParagraphFont"/>
    <w:uiPriority w:val="99"/>
    <w:rsid w:val="001D0FD2"/>
    <w:rPr>
      <w:rFonts w:cs="Times New Roman"/>
      <w:color w:val="0000FF"/>
      <w:u w:val="single"/>
    </w:rPr>
  </w:style>
  <w:style w:type="paragraph" w:styleId="Header">
    <w:name w:val="header"/>
    <w:basedOn w:val="Normal"/>
    <w:link w:val="HeaderChar"/>
    <w:uiPriority w:val="99"/>
    <w:rsid w:val="00FB6601"/>
    <w:pPr>
      <w:tabs>
        <w:tab w:val="center" w:pos="4680"/>
        <w:tab w:val="right" w:pos="9360"/>
      </w:tabs>
    </w:pPr>
  </w:style>
  <w:style w:type="character" w:customStyle="1" w:styleId="HeaderChar">
    <w:name w:val="Header Char"/>
    <w:basedOn w:val="DefaultParagraphFont"/>
    <w:link w:val="Header"/>
    <w:uiPriority w:val="99"/>
    <w:locked/>
    <w:rsid w:val="00FB6601"/>
    <w:rPr>
      <w:rFonts w:cs="Times New Roman"/>
    </w:rPr>
  </w:style>
  <w:style w:type="paragraph" w:styleId="Footer">
    <w:name w:val="footer"/>
    <w:basedOn w:val="Normal"/>
    <w:link w:val="FooterChar"/>
    <w:uiPriority w:val="99"/>
    <w:rsid w:val="00FB6601"/>
    <w:pPr>
      <w:tabs>
        <w:tab w:val="center" w:pos="4680"/>
        <w:tab w:val="right" w:pos="9360"/>
      </w:tabs>
    </w:pPr>
  </w:style>
  <w:style w:type="character" w:customStyle="1" w:styleId="FooterChar">
    <w:name w:val="Footer Char"/>
    <w:basedOn w:val="DefaultParagraphFont"/>
    <w:link w:val="Footer"/>
    <w:uiPriority w:val="99"/>
    <w:locked/>
    <w:rsid w:val="00FB6601"/>
    <w:rPr>
      <w:rFonts w:cs="Times New Roman"/>
    </w:rPr>
  </w:style>
  <w:style w:type="character" w:customStyle="1" w:styleId="CharChar2">
    <w:name w:val="Char Char2"/>
    <w:basedOn w:val="DefaultParagraphFont"/>
    <w:uiPriority w:val="99"/>
    <w:locked/>
    <w:rsid w:val="00444E9A"/>
    <w:rPr>
      <w:rFonts w:ascii="Arial" w:hAnsi="Arial" w:cs="Times New Roman"/>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calswec.berkeley.edu/CalSWEC/AIE/AIE_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TotalTime>
  <Pages>7</Pages>
  <Words>298</Words>
  <Characters>1705</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Meaningful and Ongoing Collaboration</dc:title>
  <dc:subject/>
  <dc:creator>Alicia Summers</dc:creator>
  <cp:keywords/>
  <dc:description/>
  <cp:lastModifiedBy>csoderman</cp:lastModifiedBy>
  <cp:revision>20</cp:revision>
  <cp:lastPrinted>2012-08-10T18:31:00Z</cp:lastPrinted>
  <dcterms:created xsi:type="dcterms:W3CDTF">2012-08-21T15:45:00Z</dcterms:created>
  <dcterms:modified xsi:type="dcterms:W3CDTF">2012-11-29T22:23:00Z</dcterms:modified>
</cp:coreProperties>
</file>